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64" w:rsidRPr="00D35A0D" w:rsidRDefault="001D0975">
      <w:pPr>
        <w:pStyle w:val="Subtitle"/>
        <w:jc w:val="left"/>
        <w:rPr>
          <w:i w:val="0"/>
          <w:sz w:val="28"/>
          <w:szCs w:val="28"/>
        </w:rPr>
      </w:pPr>
      <w:r>
        <w:rPr>
          <w:i w:val="0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-304800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2" name="Picture 2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2DB3">
        <w:rPr>
          <w:i w:val="0"/>
          <w:sz w:val="28"/>
          <w:szCs w:val="28"/>
        </w:rPr>
        <w:t xml:space="preserve">           </w:t>
      </w:r>
      <w:r w:rsidR="00666C20">
        <w:rPr>
          <w:i w:val="0"/>
          <w:sz w:val="28"/>
          <w:szCs w:val="28"/>
        </w:rPr>
        <w:t xml:space="preserve"> </w:t>
      </w:r>
      <w:r w:rsidR="00864264" w:rsidRPr="00D35A0D">
        <w:rPr>
          <w:i w:val="0"/>
          <w:sz w:val="28"/>
          <w:szCs w:val="28"/>
        </w:rPr>
        <w:t>P5</w:t>
      </w:r>
      <w:r w:rsidR="00C74DE9" w:rsidRPr="00D35A0D">
        <w:rPr>
          <w:i w:val="0"/>
          <w:sz w:val="28"/>
          <w:szCs w:val="28"/>
        </w:rPr>
        <w:t>10</w:t>
      </w:r>
      <w:r w:rsidR="00864264" w:rsidRPr="00D35A0D">
        <w:rPr>
          <w:i w:val="0"/>
          <w:sz w:val="28"/>
          <w:szCs w:val="28"/>
        </w:rPr>
        <w:t>/</w:t>
      </w:r>
      <w:bookmarkStart w:id="0" w:name="_Hlt484490910"/>
      <w:bookmarkEnd w:id="0"/>
      <w:r w:rsidR="00D61CFE">
        <w:rPr>
          <w:i w:val="0"/>
          <w:sz w:val="28"/>
          <w:szCs w:val="28"/>
        </w:rPr>
        <w:t>1</w:t>
      </w:r>
    </w:p>
    <w:p w:rsidR="00864264" w:rsidRPr="00D35A0D" w:rsidRDefault="00C74DE9">
      <w:pPr>
        <w:pStyle w:val="Subtitle"/>
        <w:jc w:val="left"/>
        <w:rPr>
          <w:i w:val="0"/>
          <w:sz w:val="28"/>
          <w:szCs w:val="28"/>
        </w:rPr>
      </w:pPr>
      <w:r w:rsidRPr="00D35A0D">
        <w:rPr>
          <w:i w:val="0"/>
          <w:sz w:val="28"/>
          <w:szCs w:val="28"/>
        </w:rPr>
        <w:t xml:space="preserve">PHYSICS </w:t>
      </w:r>
      <w:r w:rsidR="00864264" w:rsidRPr="00D35A0D">
        <w:rPr>
          <w:i w:val="0"/>
          <w:sz w:val="28"/>
          <w:szCs w:val="28"/>
        </w:rPr>
        <w:t xml:space="preserve"> </w:t>
      </w:r>
    </w:p>
    <w:p w:rsidR="00864264" w:rsidRPr="00D35A0D" w:rsidRDefault="00895D76">
      <w:pPr>
        <w:pStyle w:val="Subtitle"/>
        <w:jc w:val="left"/>
        <w:rPr>
          <w:i w:val="0"/>
          <w:sz w:val="28"/>
          <w:szCs w:val="28"/>
        </w:rPr>
      </w:pPr>
      <w:r w:rsidRPr="00D35A0D">
        <w:rPr>
          <w:i w:val="0"/>
          <w:sz w:val="28"/>
          <w:szCs w:val="28"/>
        </w:rPr>
        <w:t xml:space="preserve">Paper </w:t>
      </w:r>
      <w:r w:rsidR="00D61CFE">
        <w:rPr>
          <w:i w:val="0"/>
          <w:sz w:val="28"/>
          <w:szCs w:val="28"/>
        </w:rPr>
        <w:t>1</w:t>
      </w:r>
    </w:p>
    <w:p w:rsidR="00864264" w:rsidRPr="00D35A0D" w:rsidRDefault="007E226A">
      <w:pPr>
        <w:pStyle w:val="Subtitle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AUGUST</w:t>
      </w:r>
      <w:r w:rsidR="00895D76" w:rsidRPr="00D35A0D">
        <w:rPr>
          <w:i w:val="0"/>
          <w:sz w:val="28"/>
          <w:szCs w:val="28"/>
        </w:rPr>
        <w:t>, 20</w:t>
      </w:r>
      <w:r w:rsidR="00643AB3">
        <w:rPr>
          <w:i w:val="0"/>
          <w:sz w:val="28"/>
          <w:szCs w:val="28"/>
        </w:rPr>
        <w:t>1</w:t>
      </w:r>
      <w:r w:rsidR="001D0975">
        <w:rPr>
          <w:i w:val="0"/>
          <w:sz w:val="28"/>
          <w:szCs w:val="28"/>
        </w:rPr>
        <w:t>9</w:t>
      </w:r>
    </w:p>
    <w:p w:rsidR="00864264" w:rsidRPr="00D35A0D" w:rsidRDefault="00D35A0D">
      <w:pPr>
        <w:pStyle w:val="Subtitle"/>
        <w:jc w:val="left"/>
        <w:rPr>
          <w:b w:val="0"/>
          <w:i w:val="0"/>
          <w:sz w:val="28"/>
          <w:szCs w:val="28"/>
        </w:rPr>
      </w:pPr>
      <w:r w:rsidRPr="00D35A0D">
        <w:rPr>
          <w:b w:val="0"/>
          <w:i w:val="0"/>
          <w:sz w:val="28"/>
          <w:szCs w:val="28"/>
        </w:rPr>
        <w:t>2½ hours</w:t>
      </w:r>
    </w:p>
    <w:p w:rsidR="00864264" w:rsidRPr="00D35A0D" w:rsidRDefault="00864264">
      <w:pPr>
        <w:pStyle w:val="Title"/>
        <w:rPr>
          <w:sz w:val="28"/>
          <w:szCs w:val="28"/>
        </w:rPr>
      </w:pPr>
    </w:p>
    <w:p w:rsidR="00D92A17" w:rsidRDefault="00D92A17" w:rsidP="00677CD5">
      <w:pPr>
        <w:pStyle w:val="Title"/>
        <w:rPr>
          <w:sz w:val="34"/>
          <w:szCs w:val="34"/>
        </w:rPr>
      </w:pPr>
    </w:p>
    <w:p w:rsidR="00D92A17" w:rsidRDefault="00B5521A" w:rsidP="00677CD5">
      <w:pPr>
        <w:pStyle w:val="Title"/>
        <w:rPr>
          <w:sz w:val="34"/>
          <w:szCs w:val="34"/>
        </w:rPr>
      </w:pPr>
      <w:r>
        <w:rPr>
          <w:sz w:val="34"/>
          <w:szCs w:val="34"/>
        </w:rPr>
        <w:t xml:space="preserve"> </w:t>
      </w:r>
    </w:p>
    <w:p w:rsidR="00864264" w:rsidRPr="00D35A0D" w:rsidRDefault="00864264" w:rsidP="00677CD5">
      <w:pPr>
        <w:pStyle w:val="Title"/>
        <w:rPr>
          <w:sz w:val="34"/>
          <w:szCs w:val="34"/>
        </w:rPr>
      </w:pPr>
      <w:r w:rsidRPr="00D35A0D">
        <w:rPr>
          <w:sz w:val="34"/>
          <w:szCs w:val="34"/>
        </w:rPr>
        <w:t>JINJA JOINT EXAMINATIONS BOARD</w:t>
      </w:r>
    </w:p>
    <w:p w:rsidR="00864264" w:rsidRPr="00D35A0D" w:rsidRDefault="00864264" w:rsidP="00677CD5">
      <w:pPr>
        <w:pStyle w:val="Title"/>
        <w:rPr>
          <w:sz w:val="28"/>
          <w:szCs w:val="28"/>
        </w:rPr>
      </w:pPr>
    </w:p>
    <w:p w:rsidR="00864264" w:rsidRPr="00D35A0D" w:rsidRDefault="00864264" w:rsidP="00677CD5">
      <w:pPr>
        <w:pStyle w:val="Subtitle"/>
        <w:rPr>
          <w:sz w:val="32"/>
          <w:szCs w:val="32"/>
        </w:rPr>
      </w:pPr>
      <w:smartTag w:uri="urn:schemas-microsoft-com:office:smarttags" w:element="country-region">
        <w:r w:rsidRPr="00D35A0D">
          <w:rPr>
            <w:sz w:val="32"/>
            <w:szCs w:val="32"/>
          </w:rPr>
          <w:t>Uganda</w:t>
        </w:r>
      </w:smartTag>
      <w:r w:rsidRPr="00D35A0D">
        <w:rPr>
          <w:sz w:val="32"/>
          <w:szCs w:val="32"/>
        </w:rPr>
        <w:t xml:space="preserve"> </w:t>
      </w:r>
      <w:r w:rsidR="00895D76" w:rsidRPr="00D35A0D">
        <w:rPr>
          <w:sz w:val="32"/>
          <w:szCs w:val="32"/>
        </w:rPr>
        <w:t>Advanced Certificate</w:t>
      </w:r>
      <w:r w:rsidRPr="00D35A0D">
        <w:rPr>
          <w:sz w:val="32"/>
          <w:szCs w:val="32"/>
        </w:rPr>
        <w:t xml:space="preserve"> of Education</w:t>
      </w:r>
    </w:p>
    <w:p w:rsidR="00864264" w:rsidRPr="00D35A0D" w:rsidRDefault="00864264" w:rsidP="00677CD5">
      <w:pPr>
        <w:pStyle w:val="Subtitle"/>
        <w:rPr>
          <w:b w:val="0"/>
          <w:sz w:val="28"/>
          <w:szCs w:val="28"/>
        </w:rPr>
      </w:pPr>
    </w:p>
    <w:p w:rsidR="00864264" w:rsidRPr="00D35A0D" w:rsidRDefault="00895D76" w:rsidP="00677CD5">
      <w:pPr>
        <w:pStyle w:val="Subtitle"/>
        <w:rPr>
          <w:i w:val="0"/>
          <w:sz w:val="28"/>
          <w:szCs w:val="28"/>
        </w:rPr>
      </w:pPr>
      <w:r w:rsidRPr="00D35A0D">
        <w:rPr>
          <w:i w:val="0"/>
          <w:sz w:val="28"/>
          <w:szCs w:val="28"/>
        </w:rPr>
        <w:t>MOCK</w:t>
      </w:r>
      <w:r w:rsidR="001E0F71">
        <w:rPr>
          <w:i w:val="0"/>
          <w:sz w:val="28"/>
          <w:szCs w:val="28"/>
        </w:rPr>
        <w:t xml:space="preserve">  </w:t>
      </w:r>
      <w:r w:rsidRPr="00D35A0D">
        <w:rPr>
          <w:i w:val="0"/>
          <w:sz w:val="28"/>
          <w:szCs w:val="28"/>
        </w:rPr>
        <w:t xml:space="preserve">EXAMINATIONS – </w:t>
      </w:r>
      <w:r w:rsidR="00D40F61">
        <w:rPr>
          <w:i w:val="0"/>
          <w:sz w:val="28"/>
          <w:szCs w:val="28"/>
        </w:rPr>
        <w:t>AUGUST</w:t>
      </w:r>
      <w:r w:rsidRPr="00D35A0D">
        <w:rPr>
          <w:i w:val="0"/>
          <w:sz w:val="28"/>
          <w:szCs w:val="28"/>
        </w:rPr>
        <w:t>, 20</w:t>
      </w:r>
      <w:r w:rsidR="00643AB3">
        <w:rPr>
          <w:i w:val="0"/>
          <w:sz w:val="28"/>
          <w:szCs w:val="28"/>
        </w:rPr>
        <w:t>1</w:t>
      </w:r>
      <w:r w:rsidR="001D0975">
        <w:rPr>
          <w:i w:val="0"/>
          <w:sz w:val="28"/>
          <w:szCs w:val="28"/>
        </w:rPr>
        <w:t>9</w:t>
      </w:r>
    </w:p>
    <w:p w:rsidR="00864264" w:rsidRPr="00D35A0D" w:rsidRDefault="00864264" w:rsidP="00677CD5">
      <w:pPr>
        <w:pStyle w:val="Subtitle"/>
        <w:rPr>
          <w:i w:val="0"/>
          <w:sz w:val="28"/>
          <w:szCs w:val="28"/>
        </w:rPr>
      </w:pPr>
    </w:p>
    <w:p w:rsidR="00864264" w:rsidRPr="00D35A0D" w:rsidRDefault="00C74DE9" w:rsidP="00677CD5">
      <w:pPr>
        <w:pStyle w:val="Subtitle"/>
        <w:rPr>
          <w:i w:val="0"/>
          <w:sz w:val="28"/>
          <w:szCs w:val="28"/>
        </w:rPr>
      </w:pPr>
      <w:r w:rsidRPr="00D35A0D">
        <w:rPr>
          <w:i w:val="0"/>
          <w:sz w:val="28"/>
          <w:szCs w:val="28"/>
        </w:rPr>
        <w:t>PHYSICS</w:t>
      </w:r>
    </w:p>
    <w:p w:rsidR="00864264" w:rsidRPr="00D35A0D" w:rsidRDefault="00864264" w:rsidP="00677CD5">
      <w:pPr>
        <w:pStyle w:val="Subtitle"/>
        <w:rPr>
          <w:i w:val="0"/>
          <w:sz w:val="28"/>
          <w:szCs w:val="28"/>
        </w:rPr>
      </w:pPr>
    </w:p>
    <w:p w:rsidR="00864264" w:rsidRPr="00D35A0D" w:rsidRDefault="00895D76" w:rsidP="00677CD5">
      <w:pPr>
        <w:pStyle w:val="Subtitle"/>
        <w:rPr>
          <w:i w:val="0"/>
          <w:sz w:val="28"/>
          <w:szCs w:val="28"/>
        </w:rPr>
      </w:pPr>
      <w:r w:rsidRPr="00D35A0D">
        <w:rPr>
          <w:i w:val="0"/>
          <w:sz w:val="28"/>
          <w:szCs w:val="28"/>
        </w:rPr>
        <w:t xml:space="preserve">Paper </w:t>
      </w:r>
      <w:r w:rsidR="00D61CFE">
        <w:rPr>
          <w:i w:val="0"/>
          <w:sz w:val="28"/>
          <w:szCs w:val="28"/>
        </w:rPr>
        <w:t>1</w:t>
      </w:r>
    </w:p>
    <w:p w:rsidR="00864264" w:rsidRPr="00D35A0D" w:rsidRDefault="00864264" w:rsidP="00677CD5">
      <w:pPr>
        <w:rPr>
          <w:sz w:val="28"/>
          <w:szCs w:val="28"/>
        </w:rPr>
      </w:pPr>
    </w:p>
    <w:p w:rsidR="00864264" w:rsidRPr="00D35A0D" w:rsidRDefault="00864264">
      <w:pPr>
        <w:pStyle w:val="Subtitle"/>
        <w:rPr>
          <w:b w:val="0"/>
          <w:i w:val="0"/>
          <w:sz w:val="28"/>
          <w:szCs w:val="28"/>
        </w:rPr>
      </w:pPr>
      <w:r w:rsidRPr="00D35A0D">
        <w:rPr>
          <w:b w:val="0"/>
          <w:i w:val="0"/>
          <w:sz w:val="28"/>
          <w:szCs w:val="28"/>
        </w:rPr>
        <w:t>2 hours 30 minutes</w:t>
      </w:r>
    </w:p>
    <w:p w:rsidR="00864264" w:rsidRPr="00D35A0D" w:rsidRDefault="00864264">
      <w:pPr>
        <w:pStyle w:val="Subtitle"/>
        <w:rPr>
          <w:b w:val="0"/>
          <w:i w:val="0"/>
          <w:sz w:val="28"/>
          <w:szCs w:val="28"/>
        </w:rPr>
      </w:pPr>
    </w:p>
    <w:p w:rsidR="00864264" w:rsidRPr="00BD20F5" w:rsidRDefault="00864264" w:rsidP="00CC5595">
      <w:pPr>
        <w:pStyle w:val="Subtitle"/>
        <w:spacing w:line="360" w:lineRule="auto"/>
        <w:jc w:val="left"/>
        <w:rPr>
          <w:i w:val="0"/>
          <w:sz w:val="26"/>
          <w:szCs w:val="26"/>
        </w:rPr>
      </w:pPr>
      <w:r w:rsidRPr="00BD20F5">
        <w:rPr>
          <w:i w:val="0"/>
          <w:sz w:val="26"/>
          <w:szCs w:val="26"/>
        </w:rPr>
        <w:t>INSTRUCTIONS TO CANDIDATES</w:t>
      </w:r>
      <w:r w:rsidR="00DC7B5A" w:rsidRPr="00BD20F5">
        <w:rPr>
          <w:i w:val="0"/>
          <w:sz w:val="26"/>
          <w:szCs w:val="26"/>
        </w:rPr>
        <w:t>:</w:t>
      </w:r>
    </w:p>
    <w:p w:rsidR="00895D76" w:rsidRPr="00BD20F5" w:rsidRDefault="00C74DE9" w:rsidP="00677CD5">
      <w:pPr>
        <w:pStyle w:val="Subtitle"/>
        <w:jc w:val="left"/>
        <w:rPr>
          <w:b w:val="0"/>
          <w:i w:val="0"/>
          <w:sz w:val="26"/>
          <w:szCs w:val="26"/>
        </w:rPr>
      </w:pPr>
      <w:r w:rsidRPr="00BD20F5">
        <w:rPr>
          <w:b w:val="0"/>
          <w:sz w:val="26"/>
          <w:szCs w:val="26"/>
        </w:rPr>
        <w:t>Attempt</w:t>
      </w:r>
      <w:r w:rsidR="008E6DD3" w:rsidRPr="00BD20F5">
        <w:rPr>
          <w:b w:val="0"/>
          <w:sz w:val="26"/>
          <w:szCs w:val="26"/>
        </w:rPr>
        <w:t xml:space="preserve"> not more than</w:t>
      </w:r>
      <w:r w:rsidRPr="00BD20F5">
        <w:rPr>
          <w:b w:val="0"/>
          <w:sz w:val="26"/>
          <w:szCs w:val="26"/>
        </w:rPr>
        <w:t xml:space="preserve"> </w:t>
      </w:r>
      <w:r w:rsidR="008E6DD3" w:rsidRPr="00BD20F5">
        <w:rPr>
          <w:sz w:val="26"/>
          <w:szCs w:val="26"/>
        </w:rPr>
        <w:t>f</w:t>
      </w:r>
      <w:r w:rsidR="00D35A0D" w:rsidRPr="00BD20F5">
        <w:rPr>
          <w:sz w:val="26"/>
          <w:szCs w:val="26"/>
        </w:rPr>
        <w:t>ive</w:t>
      </w:r>
      <w:r w:rsidRPr="00BD20F5">
        <w:rPr>
          <w:b w:val="0"/>
          <w:sz w:val="26"/>
          <w:szCs w:val="26"/>
        </w:rPr>
        <w:t xml:space="preserve"> questions including at least one but </w:t>
      </w:r>
      <w:r w:rsidRPr="00BD20F5">
        <w:rPr>
          <w:sz w:val="26"/>
          <w:szCs w:val="26"/>
        </w:rPr>
        <w:t>not more than two</w:t>
      </w:r>
      <w:r w:rsidRPr="00BD20F5">
        <w:rPr>
          <w:b w:val="0"/>
          <w:sz w:val="26"/>
          <w:szCs w:val="26"/>
        </w:rPr>
        <w:t xml:space="preserve"> from each of</w:t>
      </w:r>
      <w:r w:rsidR="00D35A0D" w:rsidRPr="00BD20F5">
        <w:rPr>
          <w:b w:val="0"/>
          <w:sz w:val="26"/>
          <w:szCs w:val="26"/>
        </w:rPr>
        <w:t xml:space="preserve"> </w:t>
      </w:r>
      <w:r w:rsidR="006C3C4B" w:rsidRPr="00BD20F5">
        <w:rPr>
          <w:b w:val="0"/>
          <w:sz w:val="26"/>
          <w:szCs w:val="26"/>
        </w:rPr>
        <w:t>the sections</w:t>
      </w:r>
      <w:r w:rsidRPr="00BD20F5">
        <w:rPr>
          <w:b w:val="0"/>
          <w:sz w:val="26"/>
          <w:szCs w:val="26"/>
        </w:rPr>
        <w:t xml:space="preserve"> </w:t>
      </w:r>
      <w:r w:rsidRPr="00BD20F5">
        <w:rPr>
          <w:sz w:val="26"/>
          <w:szCs w:val="26"/>
        </w:rPr>
        <w:t>A</w:t>
      </w:r>
      <w:r w:rsidR="00D35A0D" w:rsidRPr="00BD20F5">
        <w:rPr>
          <w:b w:val="0"/>
          <w:i w:val="0"/>
          <w:sz w:val="26"/>
          <w:szCs w:val="26"/>
        </w:rPr>
        <w:t>,</w:t>
      </w:r>
      <w:r w:rsidRPr="00BD20F5">
        <w:rPr>
          <w:sz w:val="26"/>
          <w:szCs w:val="26"/>
        </w:rPr>
        <w:t xml:space="preserve"> B </w:t>
      </w:r>
      <w:r w:rsidRPr="00BD20F5">
        <w:rPr>
          <w:b w:val="0"/>
          <w:sz w:val="26"/>
          <w:szCs w:val="26"/>
        </w:rPr>
        <w:t>and</w:t>
      </w:r>
      <w:r w:rsidRPr="00BD20F5">
        <w:rPr>
          <w:sz w:val="26"/>
          <w:szCs w:val="26"/>
        </w:rPr>
        <w:t xml:space="preserve"> C</w:t>
      </w:r>
      <w:r w:rsidRPr="00BD20F5">
        <w:rPr>
          <w:b w:val="0"/>
          <w:i w:val="0"/>
          <w:sz w:val="26"/>
          <w:szCs w:val="26"/>
        </w:rPr>
        <w:t>.</w:t>
      </w:r>
    </w:p>
    <w:p w:rsidR="00677CD5" w:rsidRPr="00691EC6" w:rsidRDefault="00691EC6" w:rsidP="00C74DE9">
      <w:pPr>
        <w:pStyle w:val="Subtitle"/>
        <w:jc w:val="left"/>
        <w:rPr>
          <w:b w:val="0"/>
          <w:sz w:val="26"/>
          <w:szCs w:val="26"/>
        </w:rPr>
      </w:pPr>
      <w:r w:rsidRPr="00691EC6">
        <w:rPr>
          <w:b w:val="0"/>
          <w:sz w:val="26"/>
          <w:szCs w:val="26"/>
        </w:rPr>
        <w:t>Any additional question(s) answered will not be marked</w:t>
      </w:r>
    </w:p>
    <w:p w:rsidR="00691EC6" w:rsidRDefault="00691EC6" w:rsidP="00C74DE9">
      <w:pPr>
        <w:pStyle w:val="Subtitle"/>
        <w:jc w:val="left"/>
        <w:rPr>
          <w:sz w:val="26"/>
          <w:szCs w:val="26"/>
        </w:rPr>
      </w:pPr>
    </w:p>
    <w:p w:rsidR="00864264" w:rsidRPr="00BD20F5" w:rsidRDefault="00C74DE9" w:rsidP="00C74DE9">
      <w:pPr>
        <w:pStyle w:val="Subtitle"/>
        <w:jc w:val="left"/>
        <w:rPr>
          <w:sz w:val="26"/>
          <w:szCs w:val="26"/>
        </w:rPr>
      </w:pPr>
      <w:r w:rsidRPr="00BD20F5">
        <w:rPr>
          <w:sz w:val="26"/>
          <w:szCs w:val="26"/>
        </w:rPr>
        <w:t>Where necessary, assume the following constants:</w:t>
      </w:r>
    </w:p>
    <w:p w:rsidR="00D61CFE" w:rsidRPr="00BD20F5" w:rsidRDefault="00D61CFE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 w:rsidRPr="00BD20F5">
        <w:rPr>
          <w:b w:val="0"/>
          <w:i w:val="0"/>
          <w:sz w:val="26"/>
          <w:szCs w:val="26"/>
        </w:rPr>
        <w:t xml:space="preserve">Acceleration due to gravity, g </w:t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i w:val="0"/>
          <w:sz w:val="26"/>
          <w:szCs w:val="26"/>
        </w:rPr>
        <w:t>=</w:t>
      </w:r>
      <w:r w:rsidRPr="00BD20F5">
        <w:rPr>
          <w:b w:val="0"/>
          <w:i w:val="0"/>
          <w:sz w:val="26"/>
          <w:szCs w:val="26"/>
        </w:rPr>
        <w:tab/>
        <w:t>9.81 m s</w:t>
      </w:r>
      <w:r w:rsidRPr="00BD20F5">
        <w:rPr>
          <w:i w:val="0"/>
          <w:sz w:val="26"/>
          <w:szCs w:val="26"/>
          <w:vertAlign w:val="superscript"/>
        </w:rPr>
        <w:t xml:space="preserve"> –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2 </w:t>
      </w:r>
    </w:p>
    <w:p w:rsidR="001D0975" w:rsidRDefault="001D097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Electronic charge, e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=</w:t>
      </w:r>
      <w:r>
        <w:rPr>
          <w:b w:val="0"/>
          <w:i w:val="0"/>
          <w:sz w:val="26"/>
          <w:szCs w:val="26"/>
        </w:rPr>
        <w:tab/>
        <w:t>1.6 x 10</w:t>
      </w:r>
      <w:r w:rsidRPr="001D0975">
        <w:rPr>
          <w:b w:val="0"/>
          <w:i w:val="0"/>
          <w:sz w:val="26"/>
          <w:szCs w:val="26"/>
          <w:vertAlign w:val="superscript"/>
        </w:rPr>
        <w:t>-19</w:t>
      </w:r>
      <w:r>
        <w:rPr>
          <w:b w:val="0"/>
          <w:i w:val="0"/>
          <w:sz w:val="26"/>
          <w:szCs w:val="26"/>
        </w:rPr>
        <w:t>C</w:t>
      </w:r>
    </w:p>
    <w:p w:rsidR="001D0975" w:rsidRDefault="001D097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Electronic mass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=</w:t>
      </w:r>
      <w:r>
        <w:rPr>
          <w:b w:val="0"/>
          <w:i w:val="0"/>
          <w:sz w:val="26"/>
          <w:szCs w:val="26"/>
        </w:rPr>
        <w:tab/>
        <w:t>9.11 x 10</w:t>
      </w:r>
      <w:r w:rsidRPr="001D0975">
        <w:rPr>
          <w:b w:val="0"/>
          <w:i w:val="0"/>
          <w:sz w:val="26"/>
          <w:szCs w:val="26"/>
          <w:vertAlign w:val="superscript"/>
        </w:rPr>
        <w:t>-31</w:t>
      </w:r>
      <w:r>
        <w:rPr>
          <w:b w:val="0"/>
          <w:i w:val="0"/>
          <w:sz w:val="26"/>
          <w:szCs w:val="26"/>
        </w:rPr>
        <w:t>kg</w:t>
      </w:r>
    </w:p>
    <w:p w:rsidR="00A02556" w:rsidRDefault="00A02556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  <w:vertAlign w:val="superscript"/>
        </w:rPr>
      </w:pPr>
      <w:r w:rsidRPr="00BD20F5">
        <w:rPr>
          <w:b w:val="0"/>
          <w:i w:val="0"/>
          <w:sz w:val="26"/>
          <w:szCs w:val="26"/>
        </w:rPr>
        <w:t>Avogadro’s number, N</w:t>
      </w:r>
      <w:r w:rsidRPr="00BD20F5">
        <w:rPr>
          <w:b w:val="0"/>
          <w:i w:val="0"/>
          <w:sz w:val="26"/>
          <w:szCs w:val="26"/>
          <w:vertAlign w:val="subscript"/>
        </w:rPr>
        <w:t>A</w:t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i w:val="0"/>
          <w:sz w:val="26"/>
          <w:szCs w:val="26"/>
        </w:rPr>
        <w:t xml:space="preserve">= </w:t>
      </w:r>
      <w:r w:rsidRPr="00BD20F5">
        <w:rPr>
          <w:b w:val="0"/>
          <w:i w:val="0"/>
          <w:sz w:val="26"/>
          <w:szCs w:val="26"/>
        </w:rPr>
        <w:tab/>
        <w:t xml:space="preserve">6.02 </w:t>
      </w:r>
      <w:r w:rsidRPr="00BD20F5">
        <w:rPr>
          <w:i w:val="0"/>
          <w:sz w:val="26"/>
          <w:szCs w:val="26"/>
        </w:rPr>
        <w:t>×</w:t>
      </w:r>
      <w:r w:rsidRPr="00BD20F5">
        <w:rPr>
          <w:b w:val="0"/>
          <w:i w:val="0"/>
          <w:sz w:val="26"/>
          <w:szCs w:val="26"/>
        </w:rPr>
        <w:t xml:space="preserve"> 10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23</w:t>
      </w:r>
      <w:r w:rsidRPr="00BD20F5">
        <w:rPr>
          <w:b w:val="0"/>
          <w:i w:val="0"/>
          <w:sz w:val="26"/>
          <w:szCs w:val="26"/>
        </w:rPr>
        <w:t xml:space="preserve"> mol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</w:t>
      </w:r>
      <w:r w:rsidRPr="00BD20F5">
        <w:rPr>
          <w:i w:val="0"/>
          <w:sz w:val="26"/>
          <w:szCs w:val="26"/>
          <w:vertAlign w:val="superscript"/>
        </w:rPr>
        <w:t>–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1 </w:t>
      </w:r>
    </w:p>
    <w:p w:rsidR="001D0975" w:rsidRPr="001D0975" w:rsidRDefault="001D097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Mass on earth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=</w:t>
      </w:r>
      <w:r>
        <w:rPr>
          <w:b w:val="0"/>
          <w:i w:val="0"/>
          <w:sz w:val="26"/>
          <w:szCs w:val="26"/>
        </w:rPr>
        <w:tab/>
        <w:t>5.97 x 10</w:t>
      </w:r>
      <w:r w:rsidRPr="001D0975">
        <w:rPr>
          <w:b w:val="0"/>
          <w:i w:val="0"/>
          <w:sz w:val="26"/>
          <w:szCs w:val="26"/>
          <w:vertAlign w:val="superscript"/>
        </w:rPr>
        <w:t>24</w:t>
      </w:r>
      <w:r>
        <w:rPr>
          <w:b w:val="0"/>
          <w:i w:val="0"/>
          <w:sz w:val="26"/>
          <w:szCs w:val="26"/>
        </w:rPr>
        <w:t>kg</w:t>
      </w:r>
    </w:p>
    <w:p w:rsidR="00986725" w:rsidRDefault="0098672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Cha</w:t>
      </w:r>
      <w:r w:rsidR="000437F3">
        <w:rPr>
          <w:b w:val="0"/>
          <w:i w:val="0"/>
          <w:sz w:val="26"/>
          <w:szCs w:val="26"/>
        </w:rPr>
        <w:t>r</w:t>
      </w:r>
      <w:r>
        <w:rPr>
          <w:b w:val="0"/>
          <w:i w:val="0"/>
          <w:sz w:val="26"/>
          <w:szCs w:val="26"/>
        </w:rPr>
        <w:t>ge to mass ratio of an election</w:t>
      </w:r>
      <w:r>
        <w:rPr>
          <w:b w:val="0"/>
          <w:i w:val="0"/>
          <w:sz w:val="26"/>
          <w:szCs w:val="26"/>
        </w:rPr>
        <w:tab/>
        <w:t>=</w:t>
      </w:r>
      <w:r>
        <w:rPr>
          <w:b w:val="0"/>
          <w:i w:val="0"/>
          <w:sz w:val="26"/>
          <w:szCs w:val="26"/>
        </w:rPr>
        <w:tab/>
      </w: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 xml:space="preserve">1.8 x </m:t>
        </m:r>
        <m:sSup>
          <m:sSupPr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11</m:t>
            </m:r>
          </m:sup>
        </m:sSup>
        <m:r>
          <m:rPr>
            <m:sty m:val="bi"/>
          </m:rPr>
          <w:rPr>
            <w:rFonts w:ascii="Cambria Math" w:hAnsi="Cambria Math"/>
            <w:sz w:val="26"/>
            <w:szCs w:val="26"/>
          </w:rPr>
          <m:t>CK</m:t>
        </m:r>
        <m:sSup>
          <m:sSupPr>
            <m:ctrlPr>
              <w:rPr>
                <w:rFonts w:ascii="Cambria Math" w:hAnsi="Cambria Math"/>
                <w:b w:val="0"/>
                <w:sz w:val="26"/>
                <w:szCs w:val="2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g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</w:rPr>
              <m:t>-1</m:t>
            </m:r>
          </m:sup>
        </m:sSup>
      </m:oMath>
    </w:p>
    <w:p w:rsidR="00986725" w:rsidRPr="00BD20F5" w:rsidRDefault="0098672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 w:rsidRPr="00BD20F5">
        <w:rPr>
          <w:b w:val="0"/>
          <w:i w:val="0"/>
          <w:sz w:val="26"/>
          <w:szCs w:val="26"/>
        </w:rPr>
        <w:t>One electron volt, eV</w:t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i w:val="0"/>
          <w:sz w:val="26"/>
          <w:szCs w:val="26"/>
        </w:rPr>
        <w:t>=</w:t>
      </w:r>
      <w:r w:rsidRPr="00BD20F5">
        <w:rPr>
          <w:b w:val="0"/>
          <w:i w:val="0"/>
          <w:sz w:val="26"/>
          <w:szCs w:val="26"/>
        </w:rPr>
        <w:tab/>
        <w:t xml:space="preserve">1.6 </w:t>
      </w:r>
      <w:r w:rsidRPr="00BD20F5">
        <w:rPr>
          <w:i w:val="0"/>
          <w:sz w:val="26"/>
          <w:szCs w:val="26"/>
        </w:rPr>
        <w:t>×</w:t>
      </w:r>
      <w:r w:rsidRPr="00BD20F5">
        <w:rPr>
          <w:b w:val="0"/>
          <w:i w:val="0"/>
          <w:sz w:val="26"/>
          <w:szCs w:val="26"/>
        </w:rPr>
        <w:t xml:space="preserve"> 10 </w:t>
      </w:r>
      <w:r w:rsidRPr="00BD20F5">
        <w:rPr>
          <w:i w:val="0"/>
          <w:sz w:val="26"/>
          <w:szCs w:val="26"/>
          <w:vertAlign w:val="superscript"/>
        </w:rPr>
        <w:t xml:space="preserve">– </w:t>
      </w:r>
      <w:r w:rsidRPr="00BD20F5">
        <w:rPr>
          <w:b w:val="0"/>
          <w:i w:val="0"/>
          <w:sz w:val="26"/>
          <w:szCs w:val="26"/>
          <w:vertAlign w:val="superscript"/>
        </w:rPr>
        <w:t xml:space="preserve">19 </w:t>
      </w:r>
      <w:r w:rsidRPr="00BD20F5">
        <w:rPr>
          <w:b w:val="0"/>
          <w:i w:val="0"/>
          <w:sz w:val="26"/>
          <w:szCs w:val="26"/>
        </w:rPr>
        <w:t>J</w:t>
      </w:r>
    </w:p>
    <w:p w:rsidR="00986725" w:rsidRDefault="0098672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 w:rsidRPr="00BD20F5">
        <w:rPr>
          <w:b w:val="0"/>
          <w:i w:val="0"/>
          <w:sz w:val="26"/>
          <w:szCs w:val="26"/>
        </w:rPr>
        <w:t>Plan</w:t>
      </w:r>
      <w:r>
        <w:rPr>
          <w:b w:val="0"/>
          <w:i w:val="0"/>
          <w:sz w:val="26"/>
          <w:szCs w:val="26"/>
        </w:rPr>
        <w:t>c</w:t>
      </w:r>
      <w:r w:rsidRPr="00BD20F5">
        <w:rPr>
          <w:b w:val="0"/>
          <w:i w:val="0"/>
          <w:sz w:val="26"/>
          <w:szCs w:val="26"/>
        </w:rPr>
        <w:t>k’s constant, h</w:t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i w:val="0"/>
          <w:sz w:val="26"/>
          <w:szCs w:val="26"/>
        </w:rPr>
        <w:t>=</w:t>
      </w:r>
      <w:r w:rsidRPr="00BD20F5">
        <w:rPr>
          <w:b w:val="0"/>
          <w:i w:val="0"/>
          <w:sz w:val="26"/>
          <w:szCs w:val="26"/>
        </w:rPr>
        <w:tab/>
        <w:t xml:space="preserve">6.6 </w:t>
      </w:r>
      <w:r w:rsidRPr="00BD20F5">
        <w:rPr>
          <w:i w:val="0"/>
          <w:sz w:val="26"/>
          <w:szCs w:val="26"/>
        </w:rPr>
        <w:t xml:space="preserve">× </w:t>
      </w:r>
      <w:r w:rsidRPr="00BD20F5">
        <w:rPr>
          <w:b w:val="0"/>
          <w:i w:val="0"/>
          <w:sz w:val="26"/>
          <w:szCs w:val="26"/>
        </w:rPr>
        <w:t>10</w:t>
      </w:r>
      <w:r w:rsidRPr="00BD20F5">
        <w:rPr>
          <w:i w:val="0"/>
          <w:sz w:val="26"/>
          <w:szCs w:val="26"/>
          <w:vertAlign w:val="superscript"/>
        </w:rPr>
        <w:t xml:space="preserve"> –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34 </w:t>
      </w:r>
      <w:r w:rsidRPr="00BD20F5">
        <w:rPr>
          <w:b w:val="0"/>
          <w:i w:val="0"/>
          <w:sz w:val="26"/>
          <w:szCs w:val="26"/>
        </w:rPr>
        <w:t>J s</w:t>
      </w:r>
    </w:p>
    <w:p w:rsidR="00986725" w:rsidRPr="00BD20F5" w:rsidRDefault="0098672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Radius of the earth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=</w:t>
      </w:r>
      <w:r>
        <w:rPr>
          <w:b w:val="0"/>
          <w:i w:val="0"/>
          <w:sz w:val="26"/>
          <w:szCs w:val="26"/>
        </w:rPr>
        <w:tab/>
        <w:t>6.4 x 10</w:t>
      </w:r>
      <w:r w:rsidRPr="00986725">
        <w:rPr>
          <w:b w:val="0"/>
          <w:i w:val="0"/>
          <w:sz w:val="26"/>
          <w:szCs w:val="26"/>
          <w:vertAlign w:val="superscript"/>
        </w:rPr>
        <w:t>6</w:t>
      </w:r>
      <w:r>
        <w:rPr>
          <w:b w:val="0"/>
          <w:i w:val="0"/>
          <w:sz w:val="26"/>
          <w:szCs w:val="26"/>
        </w:rPr>
        <w:t>m</w:t>
      </w:r>
    </w:p>
    <w:p w:rsidR="00986725" w:rsidRDefault="00986725" w:rsidP="00785221">
      <w:pPr>
        <w:pStyle w:val="Subtitle"/>
        <w:tabs>
          <w:tab w:val="left" w:pos="4320"/>
        </w:tabs>
        <w:spacing w:line="276" w:lineRule="auto"/>
        <w:jc w:val="left"/>
        <w:rPr>
          <w:b w:val="0"/>
          <w:i w:val="0"/>
          <w:sz w:val="26"/>
          <w:szCs w:val="26"/>
          <w:vertAlign w:val="superscript"/>
        </w:rPr>
      </w:pPr>
      <w:r w:rsidRPr="00BD20F5">
        <w:rPr>
          <w:b w:val="0"/>
          <w:i w:val="0"/>
          <w:sz w:val="26"/>
          <w:szCs w:val="26"/>
        </w:rPr>
        <w:t>Specific heat capacity of water</w:t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i w:val="0"/>
          <w:sz w:val="26"/>
          <w:szCs w:val="26"/>
        </w:rPr>
        <w:t>=</w:t>
      </w:r>
      <w:r w:rsidRPr="00BD20F5">
        <w:rPr>
          <w:b w:val="0"/>
          <w:i w:val="0"/>
          <w:sz w:val="26"/>
          <w:szCs w:val="26"/>
        </w:rPr>
        <w:tab/>
        <w:t xml:space="preserve">4.2 </w:t>
      </w:r>
      <w:r w:rsidRPr="00BD20F5">
        <w:rPr>
          <w:i w:val="0"/>
          <w:sz w:val="26"/>
          <w:szCs w:val="26"/>
        </w:rPr>
        <w:t xml:space="preserve">× </w:t>
      </w:r>
      <w:r w:rsidRPr="00BD20F5">
        <w:rPr>
          <w:b w:val="0"/>
          <w:i w:val="0"/>
          <w:sz w:val="26"/>
          <w:szCs w:val="26"/>
        </w:rPr>
        <w:t>10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3</w:t>
      </w:r>
      <w:r w:rsidRPr="00BD20F5">
        <w:rPr>
          <w:b w:val="0"/>
          <w:i w:val="0"/>
          <w:sz w:val="26"/>
          <w:szCs w:val="26"/>
        </w:rPr>
        <w:t xml:space="preserve"> J kg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– 1 </w:t>
      </w:r>
      <w:r w:rsidRPr="00BD20F5">
        <w:rPr>
          <w:b w:val="0"/>
          <w:i w:val="0"/>
          <w:sz w:val="26"/>
          <w:szCs w:val="26"/>
        </w:rPr>
        <w:t>K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</w:t>
      </w:r>
      <w:r w:rsidRPr="00BD20F5">
        <w:rPr>
          <w:i w:val="0"/>
          <w:sz w:val="26"/>
          <w:szCs w:val="26"/>
          <w:vertAlign w:val="superscript"/>
        </w:rPr>
        <w:t xml:space="preserve">– </w:t>
      </w:r>
      <w:r w:rsidRPr="00BD20F5">
        <w:rPr>
          <w:b w:val="0"/>
          <w:i w:val="0"/>
          <w:sz w:val="26"/>
          <w:szCs w:val="26"/>
          <w:vertAlign w:val="superscript"/>
        </w:rPr>
        <w:t xml:space="preserve">1 </w:t>
      </w:r>
    </w:p>
    <w:p w:rsidR="00986725" w:rsidRPr="00986725" w:rsidRDefault="00986725" w:rsidP="00785221">
      <w:pPr>
        <w:pStyle w:val="Subtitle"/>
        <w:tabs>
          <w:tab w:val="left" w:pos="4320"/>
        </w:tabs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Specific latent heat of fusion of ice</w:t>
      </w:r>
      <w:r>
        <w:rPr>
          <w:b w:val="0"/>
          <w:i w:val="0"/>
          <w:sz w:val="26"/>
          <w:szCs w:val="26"/>
        </w:rPr>
        <w:tab/>
        <w:t>=</w:t>
      </w:r>
      <w:r>
        <w:rPr>
          <w:b w:val="0"/>
          <w:i w:val="0"/>
          <w:sz w:val="26"/>
          <w:szCs w:val="26"/>
        </w:rPr>
        <w:tab/>
        <w:t>3.36 x 10</w:t>
      </w:r>
      <w:r w:rsidRPr="00986725">
        <w:rPr>
          <w:b w:val="0"/>
          <w:i w:val="0"/>
          <w:sz w:val="26"/>
          <w:szCs w:val="26"/>
          <w:vertAlign w:val="superscript"/>
        </w:rPr>
        <w:t>3</w:t>
      </w:r>
      <w:r>
        <w:rPr>
          <w:b w:val="0"/>
          <w:i w:val="0"/>
          <w:sz w:val="26"/>
          <w:szCs w:val="26"/>
        </w:rPr>
        <w:t>JKg</w:t>
      </w:r>
      <w:r w:rsidRPr="00986725">
        <w:rPr>
          <w:b w:val="0"/>
          <w:i w:val="0"/>
          <w:sz w:val="26"/>
          <w:szCs w:val="26"/>
          <w:vertAlign w:val="superscript"/>
        </w:rPr>
        <w:t>-1</w:t>
      </w:r>
      <w:r>
        <w:rPr>
          <w:b w:val="0"/>
          <w:i w:val="0"/>
          <w:sz w:val="26"/>
          <w:szCs w:val="26"/>
        </w:rPr>
        <w:t>K</w:t>
      </w:r>
      <w:r w:rsidRPr="00986725">
        <w:rPr>
          <w:b w:val="0"/>
          <w:i w:val="0"/>
          <w:sz w:val="26"/>
          <w:szCs w:val="26"/>
          <w:vertAlign w:val="superscript"/>
        </w:rPr>
        <w:t>-1</w:t>
      </w:r>
    </w:p>
    <w:p w:rsidR="00986725" w:rsidRPr="00BD20F5" w:rsidRDefault="00986725" w:rsidP="00785221">
      <w:pPr>
        <w:pStyle w:val="Subtitle"/>
        <w:tabs>
          <w:tab w:val="left" w:pos="4320"/>
        </w:tabs>
        <w:spacing w:line="276" w:lineRule="auto"/>
        <w:jc w:val="left"/>
        <w:rPr>
          <w:b w:val="0"/>
          <w:i w:val="0"/>
          <w:sz w:val="26"/>
          <w:szCs w:val="26"/>
        </w:rPr>
      </w:pPr>
      <w:r w:rsidRPr="00BD20F5">
        <w:rPr>
          <w:b w:val="0"/>
          <w:i w:val="0"/>
          <w:sz w:val="26"/>
          <w:szCs w:val="26"/>
        </w:rPr>
        <w:t xml:space="preserve">Stefan’s – Boltzmann’s constant, δ </w:t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i w:val="0"/>
          <w:sz w:val="26"/>
          <w:szCs w:val="26"/>
        </w:rPr>
        <w:t>=</w:t>
      </w:r>
      <w:r w:rsidRPr="00BD20F5">
        <w:rPr>
          <w:b w:val="0"/>
          <w:i w:val="0"/>
          <w:sz w:val="26"/>
          <w:szCs w:val="26"/>
        </w:rPr>
        <w:tab/>
        <w:t xml:space="preserve">5.67 </w:t>
      </w:r>
      <w:r w:rsidRPr="00BD20F5">
        <w:rPr>
          <w:i w:val="0"/>
          <w:sz w:val="26"/>
          <w:szCs w:val="26"/>
        </w:rPr>
        <w:t>×</w:t>
      </w:r>
      <w:r w:rsidRPr="00BD20F5">
        <w:rPr>
          <w:b w:val="0"/>
          <w:i w:val="0"/>
          <w:sz w:val="26"/>
          <w:szCs w:val="26"/>
        </w:rPr>
        <w:t xml:space="preserve"> 10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</w:t>
      </w:r>
      <w:r w:rsidRPr="00BD20F5">
        <w:rPr>
          <w:i w:val="0"/>
          <w:sz w:val="26"/>
          <w:szCs w:val="26"/>
          <w:vertAlign w:val="superscript"/>
        </w:rPr>
        <w:t xml:space="preserve">– </w:t>
      </w:r>
      <w:r w:rsidRPr="00BD20F5">
        <w:rPr>
          <w:b w:val="0"/>
          <w:i w:val="0"/>
          <w:sz w:val="26"/>
          <w:szCs w:val="26"/>
          <w:vertAlign w:val="superscript"/>
        </w:rPr>
        <w:t xml:space="preserve">8 </w:t>
      </w:r>
      <w:r w:rsidRPr="00BD20F5">
        <w:rPr>
          <w:b w:val="0"/>
          <w:i w:val="0"/>
          <w:sz w:val="26"/>
          <w:szCs w:val="26"/>
        </w:rPr>
        <w:t>W m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</w:t>
      </w:r>
      <w:r w:rsidRPr="00BD20F5">
        <w:rPr>
          <w:i w:val="0"/>
          <w:sz w:val="26"/>
          <w:szCs w:val="26"/>
          <w:vertAlign w:val="superscript"/>
        </w:rPr>
        <w:t>–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2 </w:t>
      </w:r>
      <w:r w:rsidRPr="00BD20F5">
        <w:rPr>
          <w:b w:val="0"/>
          <w:i w:val="0"/>
          <w:sz w:val="26"/>
          <w:szCs w:val="26"/>
        </w:rPr>
        <w:t>K</w:t>
      </w:r>
      <w:r w:rsidRPr="00BD20F5">
        <w:rPr>
          <w:i w:val="0"/>
          <w:sz w:val="26"/>
          <w:szCs w:val="26"/>
          <w:vertAlign w:val="superscript"/>
        </w:rPr>
        <w:t xml:space="preserve"> –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4 </w:t>
      </w:r>
      <w:r w:rsidRPr="00BD20F5">
        <w:rPr>
          <w:b w:val="0"/>
          <w:i w:val="0"/>
          <w:sz w:val="26"/>
          <w:szCs w:val="26"/>
        </w:rPr>
        <w:t xml:space="preserve"> </w:t>
      </w:r>
    </w:p>
    <w:p w:rsidR="00986725" w:rsidRPr="00BD20F5" w:rsidRDefault="0098672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  <w:vertAlign w:val="superscript"/>
        </w:rPr>
      </w:pPr>
      <w:r w:rsidRPr="00BD20F5">
        <w:rPr>
          <w:b w:val="0"/>
          <w:i w:val="0"/>
          <w:sz w:val="26"/>
          <w:szCs w:val="26"/>
        </w:rPr>
        <w:t xml:space="preserve">Speed of light in Vacuum, c </w:t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i w:val="0"/>
          <w:sz w:val="26"/>
          <w:szCs w:val="26"/>
        </w:rPr>
        <w:t xml:space="preserve">= </w:t>
      </w:r>
      <w:r w:rsidRPr="00BD20F5">
        <w:rPr>
          <w:b w:val="0"/>
          <w:i w:val="0"/>
          <w:sz w:val="26"/>
          <w:szCs w:val="26"/>
        </w:rPr>
        <w:tab/>
        <w:t xml:space="preserve">3.0 </w:t>
      </w:r>
      <w:r w:rsidRPr="00BD20F5">
        <w:rPr>
          <w:i w:val="0"/>
          <w:sz w:val="26"/>
          <w:szCs w:val="26"/>
        </w:rPr>
        <w:t xml:space="preserve">× </w:t>
      </w:r>
      <w:r w:rsidRPr="00BD20F5">
        <w:rPr>
          <w:b w:val="0"/>
          <w:i w:val="0"/>
          <w:sz w:val="26"/>
          <w:szCs w:val="26"/>
        </w:rPr>
        <w:t xml:space="preserve">10 </w:t>
      </w:r>
      <w:r w:rsidRPr="00BD20F5">
        <w:rPr>
          <w:b w:val="0"/>
          <w:i w:val="0"/>
          <w:sz w:val="26"/>
          <w:szCs w:val="26"/>
          <w:vertAlign w:val="superscript"/>
        </w:rPr>
        <w:t xml:space="preserve">8 </w:t>
      </w:r>
      <w:r w:rsidRPr="00BD20F5">
        <w:rPr>
          <w:b w:val="0"/>
          <w:i w:val="0"/>
          <w:sz w:val="26"/>
          <w:szCs w:val="26"/>
        </w:rPr>
        <w:t xml:space="preserve">m s </w:t>
      </w:r>
      <w:r w:rsidRPr="00BD20F5">
        <w:rPr>
          <w:i w:val="0"/>
          <w:sz w:val="26"/>
          <w:szCs w:val="26"/>
          <w:vertAlign w:val="superscript"/>
        </w:rPr>
        <w:t>–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1 </w:t>
      </w:r>
    </w:p>
    <w:p w:rsidR="00986725" w:rsidRPr="00BD20F5" w:rsidRDefault="0098672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 w:rsidRPr="00BD20F5">
        <w:rPr>
          <w:b w:val="0"/>
          <w:i w:val="0"/>
          <w:sz w:val="26"/>
          <w:szCs w:val="26"/>
        </w:rPr>
        <w:t>Unified mass unit, U</w:t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i w:val="0"/>
          <w:sz w:val="26"/>
          <w:szCs w:val="26"/>
        </w:rPr>
        <w:t>=</w:t>
      </w:r>
      <w:r w:rsidRPr="00BD20F5">
        <w:rPr>
          <w:b w:val="0"/>
          <w:i w:val="0"/>
          <w:sz w:val="26"/>
          <w:szCs w:val="26"/>
        </w:rPr>
        <w:tab/>
        <w:t xml:space="preserve">1.66 </w:t>
      </w:r>
      <w:r w:rsidRPr="00BD20F5">
        <w:rPr>
          <w:i w:val="0"/>
          <w:sz w:val="26"/>
          <w:szCs w:val="26"/>
        </w:rPr>
        <w:t>×</w:t>
      </w:r>
      <w:r w:rsidRPr="00BD20F5">
        <w:rPr>
          <w:b w:val="0"/>
          <w:i w:val="0"/>
          <w:sz w:val="26"/>
          <w:szCs w:val="26"/>
        </w:rPr>
        <w:t xml:space="preserve"> 10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</w:t>
      </w:r>
      <w:r w:rsidRPr="00BD20F5">
        <w:rPr>
          <w:i w:val="0"/>
          <w:sz w:val="26"/>
          <w:szCs w:val="26"/>
          <w:vertAlign w:val="superscript"/>
        </w:rPr>
        <w:t>–</w:t>
      </w:r>
      <w:r w:rsidRPr="00BD20F5">
        <w:rPr>
          <w:b w:val="0"/>
          <w:i w:val="0"/>
          <w:sz w:val="26"/>
          <w:szCs w:val="26"/>
          <w:vertAlign w:val="superscript"/>
        </w:rPr>
        <w:t xml:space="preserve"> 27 </w:t>
      </w:r>
      <w:r w:rsidRPr="00BD20F5">
        <w:rPr>
          <w:b w:val="0"/>
          <w:i w:val="0"/>
          <w:sz w:val="26"/>
          <w:szCs w:val="26"/>
        </w:rPr>
        <w:t>kg</w:t>
      </w:r>
    </w:p>
    <w:p w:rsidR="00986725" w:rsidRDefault="0098672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  <w:vertAlign w:val="superscript"/>
        </w:rPr>
      </w:pPr>
      <w:r w:rsidRPr="00BD20F5">
        <w:rPr>
          <w:b w:val="0"/>
          <w:i w:val="0"/>
          <w:sz w:val="26"/>
          <w:szCs w:val="26"/>
        </w:rPr>
        <w:t xml:space="preserve">Universal </w:t>
      </w:r>
      <w:r w:rsidR="001D0975">
        <w:rPr>
          <w:b w:val="0"/>
          <w:i w:val="0"/>
          <w:sz w:val="26"/>
          <w:szCs w:val="26"/>
        </w:rPr>
        <w:t>gravitational</w:t>
      </w:r>
      <w:r>
        <w:rPr>
          <w:b w:val="0"/>
          <w:i w:val="0"/>
          <w:sz w:val="26"/>
          <w:szCs w:val="26"/>
        </w:rPr>
        <w:t xml:space="preserve"> </w:t>
      </w:r>
      <w:r w:rsidRPr="00BD20F5">
        <w:rPr>
          <w:b w:val="0"/>
          <w:i w:val="0"/>
          <w:sz w:val="26"/>
          <w:szCs w:val="26"/>
        </w:rPr>
        <w:t xml:space="preserve">constant, </w:t>
      </w:r>
      <w:r w:rsidR="001D0975">
        <w:rPr>
          <w:b w:val="0"/>
          <w:i w:val="0"/>
          <w:sz w:val="26"/>
          <w:szCs w:val="26"/>
        </w:rPr>
        <w:t>G</w:t>
      </w:r>
      <w:r w:rsidRPr="00BD20F5">
        <w:rPr>
          <w:b w:val="0"/>
          <w:i w:val="0"/>
          <w:sz w:val="26"/>
          <w:szCs w:val="26"/>
        </w:rPr>
        <w:tab/>
      </w:r>
      <w:r w:rsidRPr="00BD20F5">
        <w:rPr>
          <w:i w:val="0"/>
          <w:sz w:val="26"/>
          <w:szCs w:val="26"/>
        </w:rPr>
        <w:t>=</w:t>
      </w:r>
      <w:r w:rsidRPr="00BD20F5">
        <w:rPr>
          <w:b w:val="0"/>
          <w:i w:val="0"/>
          <w:sz w:val="26"/>
          <w:szCs w:val="26"/>
        </w:rPr>
        <w:tab/>
      </w:r>
      <w:r w:rsidR="001D0975">
        <w:rPr>
          <w:b w:val="0"/>
          <w:i w:val="0"/>
          <w:sz w:val="26"/>
          <w:szCs w:val="26"/>
        </w:rPr>
        <w:t>6.67 x 10</w:t>
      </w:r>
      <w:r w:rsidR="001D0975" w:rsidRPr="001D0975">
        <w:rPr>
          <w:b w:val="0"/>
          <w:i w:val="0"/>
          <w:sz w:val="26"/>
          <w:szCs w:val="26"/>
          <w:vertAlign w:val="superscript"/>
        </w:rPr>
        <w:t>-11</w:t>
      </w:r>
      <w:r w:rsidR="001D0975">
        <w:rPr>
          <w:b w:val="0"/>
          <w:i w:val="0"/>
          <w:sz w:val="26"/>
          <w:szCs w:val="26"/>
        </w:rPr>
        <w:t>NM</w:t>
      </w:r>
      <w:r w:rsidR="001D0975" w:rsidRPr="001D0975">
        <w:rPr>
          <w:b w:val="0"/>
          <w:i w:val="0"/>
          <w:sz w:val="26"/>
          <w:szCs w:val="26"/>
          <w:vertAlign w:val="superscript"/>
        </w:rPr>
        <w:t>2</w:t>
      </w:r>
      <w:r w:rsidR="001D0975">
        <w:rPr>
          <w:b w:val="0"/>
          <w:i w:val="0"/>
          <w:sz w:val="26"/>
          <w:szCs w:val="26"/>
        </w:rPr>
        <w:t>Kg</w:t>
      </w:r>
      <w:r w:rsidR="001D0975" w:rsidRPr="001D0975">
        <w:rPr>
          <w:b w:val="0"/>
          <w:i w:val="0"/>
          <w:sz w:val="26"/>
          <w:szCs w:val="26"/>
          <w:vertAlign w:val="superscript"/>
        </w:rPr>
        <w:t>-2</w:t>
      </w:r>
    </w:p>
    <w:p w:rsidR="00666C20" w:rsidRDefault="001D0975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  <w:vertAlign w:val="superscript"/>
        </w:rPr>
      </w:pPr>
      <w:r>
        <w:rPr>
          <w:b w:val="0"/>
          <w:i w:val="0"/>
          <w:sz w:val="26"/>
          <w:szCs w:val="26"/>
        </w:rPr>
        <w:t>Gas constant, R</w:t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</w:r>
      <w:r>
        <w:rPr>
          <w:b w:val="0"/>
          <w:i w:val="0"/>
          <w:sz w:val="26"/>
          <w:szCs w:val="26"/>
        </w:rPr>
        <w:tab/>
        <w:t>=</w:t>
      </w:r>
      <w:r>
        <w:rPr>
          <w:b w:val="0"/>
          <w:i w:val="0"/>
          <w:sz w:val="26"/>
          <w:szCs w:val="26"/>
        </w:rPr>
        <w:tab/>
        <w:t>8.31Jmol</w:t>
      </w:r>
      <w:r w:rsidRPr="001D0975">
        <w:rPr>
          <w:b w:val="0"/>
          <w:i w:val="0"/>
          <w:sz w:val="26"/>
          <w:szCs w:val="26"/>
          <w:vertAlign w:val="superscript"/>
        </w:rPr>
        <w:t>-1</w:t>
      </w:r>
      <w:r>
        <w:rPr>
          <w:b w:val="0"/>
          <w:i w:val="0"/>
          <w:sz w:val="26"/>
          <w:szCs w:val="26"/>
        </w:rPr>
        <w:t>K</w:t>
      </w:r>
      <w:r w:rsidRPr="001D0975">
        <w:rPr>
          <w:b w:val="0"/>
          <w:i w:val="0"/>
          <w:sz w:val="26"/>
          <w:szCs w:val="26"/>
          <w:vertAlign w:val="superscript"/>
        </w:rPr>
        <w:t>-1</w:t>
      </w:r>
    </w:p>
    <w:p w:rsidR="00666C20" w:rsidRPr="00666C20" w:rsidRDefault="00666C20" w:rsidP="00785221">
      <w:pPr>
        <w:pStyle w:val="Subtitle"/>
        <w:spacing w:line="276" w:lineRule="auto"/>
        <w:jc w:val="left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Permittivity of free space, </w:t>
      </w: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>∈</m:t>
        </m:r>
      </m:oMath>
      <w:r w:rsidRPr="00666C20">
        <w:rPr>
          <w:b w:val="0"/>
          <w:i w:val="0"/>
          <w:sz w:val="26"/>
          <w:szCs w:val="26"/>
          <w:vertAlign w:val="subscript"/>
        </w:rPr>
        <w:t>o</w:t>
      </w:r>
      <w:r>
        <w:rPr>
          <w:b w:val="0"/>
          <w:i w:val="0"/>
          <w:sz w:val="26"/>
          <w:szCs w:val="26"/>
          <w:vertAlign w:val="subscript"/>
        </w:rPr>
        <w:t xml:space="preserve"> </w:t>
      </w:r>
      <w:r>
        <w:rPr>
          <w:b w:val="0"/>
          <w:i w:val="0"/>
          <w:sz w:val="26"/>
          <w:szCs w:val="26"/>
          <w:vertAlign w:val="subscript"/>
        </w:rPr>
        <w:tab/>
      </w:r>
      <w:r>
        <w:rPr>
          <w:b w:val="0"/>
          <w:i w:val="0"/>
          <w:sz w:val="26"/>
          <w:szCs w:val="26"/>
          <w:vertAlign w:val="subscript"/>
        </w:rPr>
        <w:tab/>
      </w:r>
      <w:r w:rsidRPr="00666C20">
        <w:rPr>
          <w:b w:val="0"/>
          <w:i w:val="0"/>
          <w:sz w:val="26"/>
          <w:szCs w:val="26"/>
        </w:rPr>
        <w:t>=</w:t>
      </w:r>
      <w:r>
        <w:rPr>
          <w:b w:val="0"/>
          <w:i w:val="0"/>
          <w:sz w:val="26"/>
          <w:szCs w:val="26"/>
        </w:rPr>
        <w:tab/>
        <w:t>8.85</w:t>
      </w: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 xml:space="preserve"> × </m:t>
        </m:r>
      </m:oMath>
      <w:r>
        <w:rPr>
          <w:b w:val="0"/>
          <w:i w:val="0"/>
          <w:sz w:val="26"/>
          <w:szCs w:val="26"/>
        </w:rPr>
        <w:t>10</w:t>
      </w:r>
      <w:r w:rsidRPr="00666C20">
        <w:rPr>
          <w:b w:val="0"/>
          <w:i w:val="0"/>
          <w:sz w:val="26"/>
          <w:szCs w:val="26"/>
          <w:vertAlign w:val="superscript"/>
        </w:rPr>
        <w:t>-12</w:t>
      </w:r>
      <w:r>
        <w:rPr>
          <w:b w:val="0"/>
          <w:i w:val="0"/>
          <w:sz w:val="26"/>
          <w:szCs w:val="26"/>
        </w:rPr>
        <w:t>Fm</w:t>
      </w:r>
      <w:r w:rsidRPr="00666C20">
        <w:rPr>
          <w:b w:val="0"/>
          <w:i w:val="0"/>
          <w:sz w:val="26"/>
          <w:szCs w:val="26"/>
          <w:vertAlign w:val="superscript"/>
        </w:rPr>
        <w:t>-1</w:t>
      </w:r>
    </w:p>
    <w:p w:rsidR="00BD20F5" w:rsidRDefault="00BD20F5" w:rsidP="00DD438D">
      <w:pPr>
        <w:pStyle w:val="Subtitle"/>
        <w:rPr>
          <w:bCs/>
          <w:i w:val="0"/>
          <w:sz w:val="26"/>
          <w:szCs w:val="26"/>
        </w:rPr>
      </w:pPr>
    </w:p>
    <w:p w:rsidR="006905E2" w:rsidRDefault="006905E2" w:rsidP="00DD438D">
      <w:pPr>
        <w:pStyle w:val="Subtitle"/>
        <w:rPr>
          <w:bCs/>
          <w:i w:val="0"/>
          <w:sz w:val="26"/>
          <w:szCs w:val="26"/>
        </w:rPr>
      </w:pPr>
    </w:p>
    <w:p w:rsidR="00DD438D" w:rsidRDefault="00DD438D" w:rsidP="00DD438D">
      <w:pPr>
        <w:pStyle w:val="Subtitle"/>
        <w:rPr>
          <w:bCs/>
          <w:i w:val="0"/>
          <w:sz w:val="26"/>
          <w:szCs w:val="26"/>
        </w:rPr>
      </w:pPr>
      <w:r w:rsidRPr="00BD20F5">
        <w:rPr>
          <w:bCs/>
          <w:i w:val="0"/>
          <w:sz w:val="26"/>
          <w:szCs w:val="26"/>
        </w:rPr>
        <w:t>SECTION A</w:t>
      </w:r>
    </w:p>
    <w:p w:rsidR="000F04A8" w:rsidRDefault="00F466BD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 w:rsidRPr="00F466BD">
        <w:rPr>
          <w:b w:val="0"/>
          <w:bCs/>
          <w:i w:val="0"/>
          <w:sz w:val="26"/>
          <w:szCs w:val="26"/>
        </w:rPr>
        <w:t>1.</w:t>
      </w:r>
      <w:r w:rsidRPr="00F466BD">
        <w:rPr>
          <w:b w:val="0"/>
          <w:bCs/>
          <w:i w:val="0"/>
          <w:sz w:val="26"/>
          <w:szCs w:val="26"/>
        </w:rPr>
        <w:tab/>
      </w:r>
      <w:r w:rsidR="007C5ECF">
        <w:rPr>
          <w:b w:val="0"/>
          <w:bCs/>
          <w:i w:val="0"/>
          <w:sz w:val="26"/>
          <w:szCs w:val="26"/>
        </w:rPr>
        <w:t>(a)</w:t>
      </w:r>
      <w:r w:rsidR="007C5ECF">
        <w:rPr>
          <w:b w:val="0"/>
          <w:bCs/>
          <w:i w:val="0"/>
          <w:sz w:val="26"/>
          <w:szCs w:val="26"/>
        </w:rPr>
        <w:tab/>
        <w:t xml:space="preserve">State Newton’s laws of </w:t>
      </w:r>
      <w:r w:rsidR="00343B46">
        <w:rPr>
          <w:b w:val="0"/>
          <w:bCs/>
          <w:i w:val="0"/>
          <w:sz w:val="26"/>
          <w:szCs w:val="26"/>
        </w:rPr>
        <w:t>motion</w:t>
      </w:r>
      <w:r w:rsidR="007C5ECF">
        <w:rPr>
          <w:b w:val="0"/>
          <w:bCs/>
          <w:i w:val="0"/>
          <w:sz w:val="26"/>
          <w:szCs w:val="26"/>
        </w:rPr>
        <w:t>.</w:t>
      </w:r>
      <w:r w:rsidR="007C5ECF">
        <w:rPr>
          <w:b w:val="0"/>
          <w:bCs/>
          <w:i w:val="0"/>
          <w:sz w:val="26"/>
          <w:szCs w:val="26"/>
        </w:rPr>
        <w:tab/>
        <w:t>(3 marks)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(b)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State the principle of conservation of linear momentum.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 xml:space="preserve">Use Newton’s laws of motion to verify the principle of conservation of linear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momentum.</w:t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>A steel ball of mass 0.1kg moving with a speed of 10ms</w:t>
      </w:r>
      <w:r w:rsidRPr="001936E7">
        <w:rPr>
          <w:b w:val="0"/>
          <w:bCs/>
          <w:i w:val="0"/>
          <w:sz w:val="26"/>
          <w:szCs w:val="26"/>
          <w:vertAlign w:val="superscript"/>
        </w:rPr>
        <w:t>-1</w:t>
      </w:r>
      <w:r>
        <w:rPr>
          <w:b w:val="0"/>
          <w:bCs/>
          <w:i w:val="0"/>
          <w:sz w:val="26"/>
          <w:szCs w:val="26"/>
        </w:rPr>
        <w:t xml:space="preserve"> collides with an identical steel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ball at rest. After collision the direction of each ball, makes an angle of 30</w:t>
      </w:r>
      <w:r w:rsidRPr="007C5ECF">
        <w:rPr>
          <w:b w:val="0"/>
          <w:bCs/>
          <w:i w:val="0"/>
          <w:sz w:val="26"/>
          <w:szCs w:val="26"/>
          <w:vertAlign w:val="superscript"/>
        </w:rPr>
        <w:t>o</w:t>
      </w:r>
      <w:r>
        <w:rPr>
          <w:b w:val="0"/>
          <w:bCs/>
          <w:i w:val="0"/>
          <w:sz w:val="26"/>
          <w:szCs w:val="26"/>
        </w:rPr>
        <w:t xml:space="preserve"> with the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original direction.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Calculate the velocity of each ball after collision.</w:t>
      </w:r>
      <w:r>
        <w:rPr>
          <w:b w:val="0"/>
          <w:bCs/>
          <w:i w:val="0"/>
          <w:sz w:val="26"/>
          <w:szCs w:val="26"/>
        </w:rPr>
        <w:tab/>
        <w:t>(5 marks)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Is this collision elastic?</w:t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(d)</w:t>
      </w:r>
      <w:r>
        <w:rPr>
          <w:b w:val="0"/>
          <w:bCs/>
          <w:i w:val="0"/>
          <w:sz w:val="26"/>
          <w:szCs w:val="26"/>
        </w:rPr>
        <w:tab/>
        <w:t>Explain what is meant by weightlessness.</w:t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2.</w:t>
      </w:r>
      <w:r>
        <w:rPr>
          <w:b w:val="0"/>
          <w:bCs/>
          <w:i w:val="0"/>
          <w:sz w:val="26"/>
          <w:szCs w:val="26"/>
        </w:rPr>
        <w:tab/>
        <w:t>(a)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What is a planet?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State Kepler’s laws of planetary motion.</w:t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(b)</w:t>
      </w:r>
      <w:r>
        <w:rPr>
          <w:b w:val="0"/>
          <w:bCs/>
          <w:i w:val="0"/>
          <w:sz w:val="26"/>
          <w:szCs w:val="26"/>
        </w:rPr>
        <w:tab/>
        <w:t>An artificial satellite of mass m is in a circular orbit of radius, r</w:t>
      </w:r>
      <w:r w:rsidRPr="007C5ECF">
        <w:rPr>
          <w:b w:val="0"/>
          <w:bCs/>
          <w:i w:val="0"/>
          <w:sz w:val="26"/>
          <w:szCs w:val="26"/>
          <w:vertAlign w:val="subscript"/>
        </w:rPr>
        <w:t>o</w:t>
      </w:r>
      <w:r>
        <w:rPr>
          <w:b w:val="0"/>
          <w:bCs/>
          <w:i w:val="0"/>
          <w:sz w:val="26"/>
          <w:szCs w:val="26"/>
        </w:rPr>
        <w:t xml:space="preserve"> round the earth of mass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M.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Derive an expression for the total energy of the satellite in the orbit.</w:t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 xml:space="preserve">Explain why the speed of the artificial satellite orbiting the earth increase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 xml:space="preserve">progressively as it comes </w:t>
      </w:r>
      <w:r w:rsidR="001936E7">
        <w:rPr>
          <w:b w:val="0"/>
          <w:bCs/>
          <w:i w:val="0"/>
          <w:sz w:val="26"/>
          <w:szCs w:val="26"/>
        </w:rPr>
        <w:t xml:space="preserve">closer </w:t>
      </w:r>
      <w:r>
        <w:rPr>
          <w:b w:val="0"/>
          <w:bCs/>
          <w:i w:val="0"/>
          <w:sz w:val="26"/>
          <w:szCs w:val="26"/>
        </w:rPr>
        <w:t>and closer to the earth.</w:t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>A satellite of mass 300kg orbits the earth at a height of 500km from its surface.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Find the total energy of the satellite.</w:t>
      </w:r>
      <w:r>
        <w:rPr>
          <w:b w:val="0"/>
          <w:bCs/>
          <w:i w:val="0"/>
          <w:sz w:val="26"/>
          <w:szCs w:val="26"/>
        </w:rPr>
        <w:tab/>
        <w:t>(5 marks)</w:t>
      </w:r>
    </w:p>
    <w:p w:rsidR="007C5ECF" w:rsidRDefault="007C5ECF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(d)</w:t>
      </w:r>
      <w:r>
        <w:rPr>
          <w:b w:val="0"/>
          <w:bCs/>
          <w:i w:val="0"/>
          <w:sz w:val="26"/>
          <w:szCs w:val="26"/>
        </w:rPr>
        <w:tab/>
        <w:t xml:space="preserve">Explain why the gravitational force of attraction between two bodies of ordinary mass is </w:t>
      </w:r>
      <w:r w:rsidR="00343B46">
        <w:rPr>
          <w:b w:val="0"/>
          <w:bCs/>
          <w:i w:val="0"/>
          <w:sz w:val="26"/>
          <w:szCs w:val="26"/>
        </w:rPr>
        <w:tab/>
      </w:r>
      <w:r w:rsidR="00343B46"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 xml:space="preserve">not </w:t>
      </w:r>
      <w:r w:rsidR="00343B46">
        <w:rPr>
          <w:b w:val="0"/>
          <w:bCs/>
          <w:i w:val="0"/>
          <w:sz w:val="26"/>
          <w:szCs w:val="26"/>
        </w:rPr>
        <w:t>noticeable in everyday life.</w:t>
      </w:r>
      <w:r w:rsidR="00343B46">
        <w:rPr>
          <w:b w:val="0"/>
          <w:bCs/>
          <w:i w:val="0"/>
          <w:sz w:val="26"/>
          <w:szCs w:val="26"/>
        </w:rPr>
        <w:tab/>
        <w:t>(3 marks)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3.</w:t>
      </w:r>
      <w:r>
        <w:rPr>
          <w:b w:val="0"/>
          <w:bCs/>
          <w:i w:val="0"/>
          <w:sz w:val="26"/>
          <w:szCs w:val="26"/>
        </w:rPr>
        <w:tab/>
        <w:t>(a)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Define surface tension in terms of work.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 xml:space="preserve">Explain why it is easier to wash clothes with a hot soap solution than a cold soap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solution.</w:t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(b)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Define angle of contact.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 xml:space="preserve">Describe an experiment to determine the surface tension of a liquid by capillarity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method.</w:t>
      </w:r>
      <w:r>
        <w:rPr>
          <w:b w:val="0"/>
          <w:bCs/>
          <w:i w:val="0"/>
          <w:sz w:val="26"/>
          <w:szCs w:val="26"/>
        </w:rPr>
        <w:tab/>
        <w:t>(6 marks)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>Derive an expression for the excess pressure in an air bubble formed inside a liquid.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(d)</w:t>
      </w:r>
      <w:r>
        <w:rPr>
          <w:b w:val="0"/>
          <w:bCs/>
          <w:i w:val="0"/>
          <w:sz w:val="26"/>
          <w:szCs w:val="26"/>
        </w:rPr>
        <w:tab/>
        <w:t xml:space="preserve">A soap bubble of diameter 1cm is formed at the top of a capillary tube of diameter 1mm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 xml:space="preserve">dipping into a beaker of water. If the </w:t>
      </w:r>
      <w:r w:rsidR="001936E7">
        <w:rPr>
          <w:b w:val="0"/>
          <w:bCs/>
          <w:i w:val="0"/>
          <w:sz w:val="26"/>
          <w:szCs w:val="26"/>
        </w:rPr>
        <w:t>coefficient</w:t>
      </w:r>
      <w:r>
        <w:rPr>
          <w:b w:val="0"/>
          <w:bCs/>
          <w:i w:val="0"/>
          <w:sz w:val="26"/>
          <w:szCs w:val="26"/>
        </w:rPr>
        <w:t xml:space="preserve"> surface tension of water and soap </w:t>
      </w:r>
      <w:r w:rsidR="001936E7">
        <w:rPr>
          <w:b w:val="0"/>
          <w:bCs/>
          <w:i w:val="0"/>
          <w:sz w:val="26"/>
          <w:szCs w:val="26"/>
        </w:rPr>
        <w:tab/>
      </w:r>
      <w:r w:rsidR="001936E7">
        <w:rPr>
          <w:b w:val="0"/>
          <w:bCs/>
          <w:i w:val="0"/>
          <w:sz w:val="26"/>
          <w:szCs w:val="26"/>
        </w:rPr>
        <w:tab/>
      </w:r>
      <w:r w:rsidR="001936E7"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>solution are 7.0 x 10</w:t>
      </w:r>
      <w:r w:rsidRPr="00343B46">
        <w:rPr>
          <w:b w:val="0"/>
          <w:bCs/>
          <w:i w:val="0"/>
          <w:sz w:val="26"/>
          <w:szCs w:val="26"/>
          <w:vertAlign w:val="superscript"/>
        </w:rPr>
        <w:t>-2</w:t>
      </w:r>
      <w:r>
        <w:rPr>
          <w:b w:val="0"/>
          <w:bCs/>
          <w:i w:val="0"/>
          <w:sz w:val="26"/>
          <w:szCs w:val="26"/>
        </w:rPr>
        <w:t xml:space="preserve"> and 3.0 x 10</w:t>
      </w:r>
      <w:r w:rsidRPr="00343B46">
        <w:rPr>
          <w:b w:val="0"/>
          <w:bCs/>
          <w:i w:val="0"/>
          <w:sz w:val="26"/>
          <w:szCs w:val="26"/>
          <w:vertAlign w:val="superscript"/>
        </w:rPr>
        <w:t>-2</w:t>
      </w:r>
      <w:r>
        <w:rPr>
          <w:b w:val="0"/>
          <w:bCs/>
          <w:i w:val="0"/>
          <w:sz w:val="26"/>
          <w:szCs w:val="26"/>
        </w:rPr>
        <w:t>Nm</w:t>
      </w:r>
      <w:r w:rsidRPr="00343B46">
        <w:rPr>
          <w:b w:val="0"/>
          <w:bCs/>
          <w:i w:val="0"/>
          <w:sz w:val="26"/>
          <w:szCs w:val="26"/>
          <w:vertAlign w:val="superscript"/>
        </w:rPr>
        <w:t>-1</w:t>
      </w:r>
      <w:r>
        <w:rPr>
          <w:b w:val="0"/>
          <w:bCs/>
          <w:i w:val="0"/>
          <w:sz w:val="26"/>
          <w:szCs w:val="26"/>
        </w:rPr>
        <w:t xml:space="preserve"> respectively. Calculate the height of the water </w:t>
      </w:r>
      <w:r w:rsidR="001936E7">
        <w:rPr>
          <w:b w:val="0"/>
          <w:bCs/>
          <w:i w:val="0"/>
          <w:sz w:val="26"/>
          <w:szCs w:val="26"/>
        </w:rPr>
        <w:tab/>
      </w:r>
      <w:r w:rsidR="001936E7"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 xml:space="preserve">in the capillary tube above the water in the beaker and state any assumptions you have </w:t>
      </w:r>
      <w:r w:rsidR="001936E7">
        <w:rPr>
          <w:b w:val="0"/>
          <w:bCs/>
          <w:i w:val="0"/>
          <w:sz w:val="26"/>
          <w:szCs w:val="26"/>
        </w:rPr>
        <w:tab/>
      </w:r>
      <w:r w:rsidR="001936E7"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>made.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(6 marks)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4.</w:t>
      </w:r>
      <w:r>
        <w:rPr>
          <w:b w:val="0"/>
          <w:bCs/>
          <w:i w:val="0"/>
          <w:sz w:val="26"/>
          <w:szCs w:val="26"/>
        </w:rPr>
        <w:tab/>
        <w:t>(a)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What is meant by the terms streamline flow and turbulent flow?</w:t>
      </w:r>
      <w:r>
        <w:rPr>
          <w:b w:val="0"/>
          <w:bCs/>
          <w:i w:val="0"/>
          <w:sz w:val="26"/>
          <w:szCs w:val="26"/>
        </w:rPr>
        <w:tab/>
        <w:t>(2 marks)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Describe an experiment to illustrate the two types of flow.</w:t>
      </w:r>
      <w:r>
        <w:rPr>
          <w:b w:val="0"/>
          <w:bCs/>
          <w:i w:val="0"/>
          <w:sz w:val="26"/>
          <w:szCs w:val="26"/>
        </w:rPr>
        <w:tab/>
        <w:t>(5 marks)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(b)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Define the coefficient of viscosity and hence deduce its dimensions.</w:t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Water of negligible viscosity flows steadily through a pipe of varying cross-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sectional area. At a point A of cross-sectional area 10.0cm</w:t>
      </w:r>
      <w:r w:rsidRPr="00343B46">
        <w:rPr>
          <w:b w:val="0"/>
          <w:bCs/>
          <w:i w:val="0"/>
          <w:sz w:val="26"/>
          <w:szCs w:val="26"/>
          <w:vertAlign w:val="superscript"/>
        </w:rPr>
        <w:t>2</w:t>
      </w:r>
      <w:r>
        <w:rPr>
          <w:b w:val="0"/>
          <w:bCs/>
          <w:i w:val="0"/>
          <w:sz w:val="26"/>
          <w:szCs w:val="26"/>
        </w:rPr>
        <w:t>, the velocity is 0.2ms</w:t>
      </w:r>
      <w:r w:rsidRPr="00343B46">
        <w:rPr>
          <w:b w:val="0"/>
          <w:bCs/>
          <w:i w:val="0"/>
          <w:sz w:val="26"/>
          <w:szCs w:val="26"/>
          <w:vertAlign w:val="superscript"/>
        </w:rPr>
        <w:t>-1</w:t>
      </w:r>
      <w:r>
        <w:rPr>
          <w:b w:val="0"/>
          <w:bCs/>
          <w:i w:val="0"/>
          <w:sz w:val="26"/>
          <w:szCs w:val="26"/>
        </w:rPr>
        <w:t>.</w:t>
      </w:r>
    </w:p>
    <w:p w:rsidR="00343B46" w:rsidRDefault="00343B46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lastRenderedPageBreak/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 xml:space="preserve">What is the pressure difference between A and B if the cross-sectional area of point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B is 2.5cm</w:t>
      </w:r>
      <w:r w:rsidRPr="00343B46">
        <w:rPr>
          <w:b w:val="0"/>
          <w:bCs/>
          <w:i w:val="0"/>
          <w:sz w:val="26"/>
          <w:szCs w:val="26"/>
          <w:vertAlign w:val="superscript"/>
        </w:rPr>
        <w:t>2</w:t>
      </w:r>
      <w:r>
        <w:rPr>
          <w:b w:val="0"/>
          <w:bCs/>
          <w:i w:val="0"/>
          <w:sz w:val="26"/>
          <w:szCs w:val="26"/>
        </w:rPr>
        <w:t>?</w:t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C664E0" w:rsidRDefault="00C664E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State Bernoullis principle.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C664E0" w:rsidRDefault="00C664E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Explain why we should blow over a piece of paper not under it to keep it horizontal.</w:t>
      </w:r>
    </w:p>
    <w:p w:rsidR="00C664E0" w:rsidRDefault="00C664E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AE4312" w:rsidRDefault="00AE4312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.</w:t>
      </w:r>
    </w:p>
    <w:p w:rsidR="00C664E0" w:rsidRPr="00AE4312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rPr>
          <w:bCs/>
          <w:i w:val="0"/>
          <w:sz w:val="26"/>
          <w:szCs w:val="26"/>
        </w:rPr>
      </w:pPr>
      <w:r w:rsidRPr="00AE4312">
        <w:rPr>
          <w:bCs/>
          <w:i w:val="0"/>
          <w:sz w:val="26"/>
          <w:szCs w:val="26"/>
        </w:rPr>
        <w:t>SECTION B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5.</w:t>
      </w:r>
      <w:r>
        <w:rPr>
          <w:b w:val="0"/>
          <w:bCs/>
          <w:i w:val="0"/>
          <w:sz w:val="26"/>
          <w:szCs w:val="26"/>
        </w:rPr>
        <w:tab/>
        <w:t>(a)</w:t>
      </w:r>
      <w:r>
        <w:rPr>
          <w:b w:val="0"/>
          <w:bCs/>
          <w:i w:val="0"/>
          <w:sz w:val="26"/>
          <w:szCs w:val="26"/>
        </w:rPr>
        <w:tab/>
        <w:t>Define th</w:t>
      </w:r>
      <w:r w:rsidR="005229FC">
        <w:rPr>
          <w:b w:val="0"/>
          <w:bCs/>
          <w:i w:val="0"/>
          <w:sz w:val="26"/>
          <w:szCs w:val="26"/>
        </w:rPr>
        <w:t>e following quantities.</w:t>
      </w:r>
      <w:r w:rsidR="005229FC">
        <w:rPr>
          <w:b w:val="0"/>
          <w:bCs/>
          <w:i w:val="0"/>
          <w:sz w:val="26"/>
          <w:szCs w:val="26"/>
        </w:rPr>
        <w:tab/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Thermometric property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Fixed point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(b)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 xml:space="preserve">Describe the steps taken to set up a celcius scale of temperature for a platinum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resistance thermometer.</w:t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State two advantages and two disadvantages of a resistance thermometer.</w:t>
      </w:r>
      <w:r>
        <w:rPr>
          <w:b w:val="0"/>
          <w:bCs/>
          <w:i w:val="0"/>
          <w:sz w:val="26"/>
          <w:szCs w:val="26"/>
        </w:rPr>
        <w:tab/>
        <w:t>(2 marks)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 xml:space="preserve">Describe with aid of a diagram, how a constant-volume gas thermometer is used to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measure temperature.</w:t>
      </w:r>
      <w:r>
        <w:rPr>
          <w:b w:val="0"/>
          <w:bCs/>
          <w:i w:val="0"/>
          <w:sz w:val="26"/>
          <w:szCs w:val="26"/>
        </w:rPr>
        <w:tab/>
        <w:t>(6 marks)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(d)</w:t>
      </w:r>
      <w:r>
        <w:rPr>
          <w:b w:val="0"/>
          <w:bCs/>
          <w:i w:val="0"/>
          <w:sz w:val="26"/>
          <w:szCs w:val="26"/>
        </w:rPr>
        <w:tab/>
        <w:t>The resistance R of the wire of an electrical resistance thermometer at a temperature t</w:t>
      </w:r>
      <w:r w:rsidRPr="00C664E0">
        <w:rPr>
          <w:b w:val="0"/>
          <w:bCs/>
          <w:i w:val="0"/>
          <w:sz w:val="26"/>
          <w:szCs w:val="26"/>
          <w:vertAlign w:val="superscript"/>
        </w:rPr>
        <w:t>o</w:t>
      </w:r>
      <w:r>
        <w:rPr>
          <w:b w:val="0"/>
          <w:bCs/>
          <w:i w:val="0"/>
          <w:sz w:val="26"/>
          <w:szCs w:val="26"/>
        </w:rPr>
        <w:t xml:space="preserve">C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is given by R=R</w:t>
      </w:r>
      <w:r w:rsidRPr="00C664E0">
        <w:rPr>
          <w:b w:val="0"/>
          <w:bCs/>
          <w:i w:val="0"/>
          <w:sz w:val="26"/>
          <w:szCs w:val="26"/>
          <w:vertAlign w:val="subscript"/>
        </w:rPr>
        <w:t>o</w:t>
      </w:r>
      <w:r>
        <w:rPr>
          <w:b w:val="0"/>
          <w:bCs/>
          <w:i w:val="0"/>
          <w:sz w:val="26"/>
          <w:szCs w:val="26"/>
        </w:rPr>
        <w:t>(1+</w:t>
      </w: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>∝t)</m:t>
        </m:r>
      </m:oMath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Where R</w:t>
      </w:r>
      <w:r w:rsidRPr="00C664E0">
        <w:rPr>
          <w:b w:val="0"/>
          <w:bCs/>
          <w:i w:val="0"/>
          <w:sz w:val="26"/>
          <w:szCs w:val="26"/>
          <w:vertAlign w:val="subscript"/>
        </w:rPr>
        <w:t>o</w:t>
      </w:r>
      <w:r>
        <w:rPr>
          <w:b w:val="0"/>
          <w:bCs/>
          <w:i w:val="0"/>
          <w:sz w:val="26"/>
          <w:szCs w:val="26"/>
        </w:rPr>
        <w:t>is the value of R at 0</w:t>
      </w:r>
      <w:r w:rsidRPr="00C664E0">
        <w:rPr>
          <w:b w:val="0"/>
          <w:bCs/>
          <w:i w:val="0"/>
          <w:sz w:val="26"/>
          <w:szCs w:val="26"/>
          <w:vertAlign w:val="superscript"/>
        </w:rPr>
        <w:t>o</w:t>
      </w:r>
      <w:r>
        <w:rPr>
          <w:b w:val="0"/>
          <w:bCs/>
          <w:i w:val="0"/>
          <w:sz w:val="26"/>
          <w:szCs w:val="26"/>
        </w:rPr>
        <w:t xml:space="preserve">C and </w:t>
      </w: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>∝</m:t>
        </m:r>
      </m:oMath>
      <w:r>
        <w:rPr>
          <w:b w:val="0"/>
          <w:bCs/>
          <w:i w:val="0"/>
          <w:sz w:val="26"/>
          <w:szCs w:val="26"/>
        </w:rPr>
        <w:t xml:space="preserve"> is a constant of the wire. The resistance at the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triple point of water is 101.6Ω</w:t>
      </w:r>
      <w:r w:rsidR="00BE1413">
        <w:rPr>
          <w:b w:val="0"/>
          <w:bCs/>
          <w:i w:val="0"/>
          <w:sz w:val="26"/>
          <w:szCs w:val="26"/>
        </w:rPr>
        <w:t xml:space="preserve"> and that at 600.5K IS 165.5</w:t>
      </w:r>
      <w:r w:rsidR="007A4316">
        <w:rPr>
          <w:b w:val="0"/>
          <w:bCs/>
          <w:i w:val="0"/>
          <w:sz w:val="26"/>
          <w:szCs w:val="26"/>
        </w:rPr>
        <w:t>Ω</w:t>
      </w:r>
      <w:r>
        <w:rPr>
          <w:b w:val="0"/>
          <w:bCs/>
          <w:i w:val="0"/>
          <w:sz w:val="26"/>
          <w:szCs w:val="26"/>
        </w:rPr>
        <w:t>. What is the temperature when the resistance is 123.4Ω?</w:t>
      </w:r>
    </w:p>
    <w:p w:rsidR="005C360C" w:rsidRDefault="00BF209B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(6</w:t>
      </w:r>
      <w:r w:rsidR="005C360C">
        <w:rPr>
          <w:b w:val="0"/>
          <w:bCs/>
          <w:i w:val="0"/>
          <w:sz w:val="26"/>
          <w:szCs w:val="26"/>
        </w:rPr>
        <w:t xml:space="preserve"> marks)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6.</w:t>
      </w:r>
      <w:r>
        <w:rPr>
          <w:b w:val="0"/>
          <w:bCs/>
          <w:i w:val="0"/>
          <w:sz w:val="26"/>
          <w:szCs w:val="26"/>
        </w:rPr>
        <w:tab/>
        <w:t>(a)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Define specific latent heat of vaporization of a liquid.</w:t>
      </w:r>
      <w:r>
        <w:rPr>
          <w:b w:val="0"/>
          <w:bCs/>
          <w:i w:val="0"/>
          <w:sz w:val="26"/>
          <w:szCs w:val="26"/>
        </w:rPr>
        <w:tab/>
        <w:t>(1m ark)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 xml:space="preserve">With the aid of a labeled diagram, describe an experiment to measure the specif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latent heat of vaporization</w:t>
      </w:r>
      <w:r w:rsidR="005C360C">
        <w:rPr>
          <w:b w:val="0"/>
          <w:bCs/>
          <w:i w:val="0"/>
          <w:sz w:val="26"/>
          <w:szCs w:val="26"/>
        </w:rPr>
        <w:t xml:space="preserve"> of</w:t>
      </w:r>
      <w:r>
        <w:rPr>
          <w:b w:val="0"/>
          <w:bCs/>
          <w:i w:val="0"/>
          <w:sz w:val="26"/>
          <w:szCs w:val="26"/>
        </w:rPr>
        <w:t xml:space="preserve"> a liquid using an electrical method.</w:t>
      </w:r>
      <w:r>
        <w:rPr>
          <w:b w:val="0"/>
          <w:bCs/>
          <w:i w:val="0"/>
          <w:sz w:val="26"/>
          <w:szCs w:val="26"/>
        </w:rPr>
        <w:tab/>
        <w:t>(7 marks)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(b)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What is the boiling point of a liquid?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 xml:space="preserve">Explain the effect of reducing external pressure on boiling point of a liquid. 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>What is meant by saturated and unsaturated vapour?</w:t>
      </w:r>
      <w:r>
        <w:rPr>
          <w:b w:val="0"/>
          <w:bCs/>
          <w:i w:val="0"/>
          <w:sz w:val="26"/>
          <w:szCs w:val="26"/>
        </w:rPr>
        <w:tab/>
        <w:t>(2 marks)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(d)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Define the saturated vapour pressure of a liquid.</w:t>
      </w:r>
      <w:r>
        <w:rPr>
          <w:b w:val="0"/>
          <w:bCs/>
          <w:i w:val="0"/>
          <w:sz w:val="26"/>
          <w:szCs w:val="26"/>
        </w:rPr>
        <w:tab/>
        <w:t>(1m ark)</w:t>
      </w:r>
    </w:p>
    <w:p w:rsidR="00C664E0" w:rsidRDefault="00C664E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 xml:space="preserve">A closed vessel contains a mixture of air and alcohol vapour in contact with liquid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alcohol. The pressure in the vessel at 20</w:t>
      </w:r>
      <w:r w:rsidRPr="00801F89">
        <w:rPr>
          <w:b w:val="0"/>
          <w:bCs/>
          <w:i w:val="0"/>
          <w:sz w:val="26"/>
          <w:szCs w:val="26"/>
          <w:vertAlign w:val="superscript"/>
        </w:rPr>
        <w:t>o</w:t>
      </w:r>
      <w:r>
        <w:rPr>
          <w:b w:val="0"/>
          <w:bCs/>
          <w:i w:val="0"/>
          <w:sz w:val="26"/>
          <w:szCs w:val="26"/>
        </w:rPr>
        <w:t>C is 1.7 x 10</w:t>
      </w:r>
      <w:r w:rsidRPr="00801F89">
        <w:rPr>
          <w:b w:val="0"/>
          <w:bCs/>
          <w:i w:val="0"/>
          <w:sz w:val="26"/>
          <w:szCs w:val="26"/>
          <w:vertAlign w:val="superscript"/>
        </w:rPr>
        <w:t>4</w:t>
      </w:r>
      <w:r>
        <w:rPr>
          <w:b w:val="0"/>
          <w:bCs/>
          <w:i w:val="0"/>
          <w:sz w:val="26"/>
          <w:szCs w:val="26"/>
        </w:rPr>
        <w:t>Nm</w:t>
      </w:r>
      <w:r w:rsidRPr="00801F89">
        <w:rPr>
          <w:b w:val="0"/>
          <w:bCs/>
          <w:i w:val="0"/>
          <w:sz w:val="26"/>
          <w:szCs w:val="26"/>
          <w:vertAlign w:val="superscript"/>
        </w:rPr>
        <w:t>-2</w:t>
      </w:r>
      <w:r>
        <w:rPr>
          <w:b w:val="0"/>
          <w:bCs/>
          <w:i w:val="0"/>
          <w:sz w:val="26"/>
          <w:szCs w:val="26"/>
        </w:rPr>
        <w:t xml:space="preserve"> when the mixture is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heated to 78</w:t>
      </w:r>
      <w:r w:rsidRPr="00801F89">
        <w:rPr>
          <w:b w:val="0"/>
          <w:bCs/>
          <w:i w:val="0"/>
          <w:sz w:val="26"/>
          <w:szCs w:val="26"/>
          <w:vertAlign w:val="superscript"/>
        </w:rPr>
        <w:t>o</w:t>
      </w:r>
      <w:r w:rsidR="00A81005">
        <w:rPr>
          <w:b w:val="0"/>
          <w:bCs/>
          <w:i w:val="0"/>
          <w:sz w:val="26"/>
          <w:szCs w:val="26"/>
        </w:rPr>
        <w:t>C</w:t>
      </w:r>
      <w:r>
        <w:rPr>
          <w:b w:val="0"/>
          <w:bCs/>
          <w:i w:val="0"/>
          <w:sz w:val="26"/>
          <w:szCs w:val="26"/>
        </w:rPr>
        <w:t>, the normal boiling point of alcoh</w:t>
      </w:r>
      <w:r w:rsidR="00801F89">
        <w:rPr>
          <w:b w:val="0"/>
          <w:bCs/>
          <w:i w:val="0"/>
          <w:sz w:val="26"/>
          <w:szCs w:val="26"/>
        </w:rPr>
        <w:t>o</w:t>
      </w:r>
      <w:r>
        <w:rPr>
          <w:b w:val="0"/>
          <w:bCs/>
          <w:i w:val="0"/>
          <w:sz w:val="26"/>
          <w:szCs w:val="26"/>
        </w:rPr>
        <w:t xml:space="preserve">l the pressure in the vessel </w:t>
      </w:r>
      <w:r w:rsidR="00A81005">
        <w:rPr>
          <w:b w:val="0"/>
          <w:bCs/>
          <w:i w:val="0"/>
          <w:sz w:val="26"/>
          <w:szCs w:val="26"/>
        </w:rPr>
        <w:tab/>
      </w:r>
      <w:r w:rsidR="00A81005">
        <w:rPr>
          <w:b w:val="0"/>
          <w:bCs/>
          <w:i w:val="0"/>
          <w:sz w:val="26"/>
          <w:szCs w:val="26"/>
        </w:rPr>
        <w:tab/>
      </w:r>
      <w:r w:rsidR="00A81005">
        <w:rPr>
          <w:b w:val="0"/>
          <w:bCs/>
          <w:i w:val="0"/>
          <w:sz w:val="26"/>
          <w:szCs w:val="26"/>
        </w:rPr>
        <w:tab/>
      </w:r>
      <w:r w:rsidR="00A81005"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>becomes 1.14 x 10</w:t>
      </w:r>
      <w:r w:rsidRPr="00801F89">
        <w:rPr>
          <w:b w:val="0"/>
          <w:bCs/>
          <w:i w:val="0"/>
          <w:sz w:val="26"/>
          <w:szCs w:val="26"/>
          <w:vertAlign w:val="superscript"/>
        </w:rPr>
        <w:t>5</w:t>
      </w:r>
      <w:r>
        <w:rPr>
          <w:b w:val="0"/>
          <w:bCs/>
          <w:i w:val="0"/>
          <w:sz w:val="26"/>
          <w:szCs w:val="26"/>
        </w:rPr>
        <w:t>Nm</w:t>
      </w:r>
      <w:r w:rsidRPr="00801F89">
        <w:rPr>
          <w:b w:val="0"/>
          <w:bCs/>
          <w:i w:val="0"/>
          <w:sz w:val="26"/>
          <w:szCs w:val="26"/>
          <w:vertAlign w:val="superscript"/>
        </w:rPr>
        <w:t>-2</w:t>
      </w:r>
      <w:r>
        <w:rPr>
          <w:b w:val="0"/>
          <w:bCs/>
          <w:i w:val="0"/>
          <w:sz w:val="26"/>
          <w:szCs w:val="26"/>
        </w:rPr>
        <w:t>. Determine the S.V.P of alcohol at 20</w:t>
      </w:r>
      <w:r w:rsidRPr="00801F89">
        <w:rPr>
          <w:b w:val="0"/>
          <w:bCs/>
          <w:i w:val="0"/>
          <w:sz w:val="26"/>
          <w:szCs w:val="26"/>
          <w:vertAlign w:val="superscript"/>
        </w:rPr>
        <w:t>o</w:t>
      </w:r>
      <w:r>
        <w:rPr>
          <w:b w:val="0"/>
          <w:bCs/>
          <w:i w:val="0"/>
          <w:sz w:val="26"/>
          <w:szCs w:val="26"/>
        </w:rPr>
        <w:t xml:space="preserve">C, assuming that the </w:t>
      </w:r>
      <w:r w:rsidR="00A81005">
        <w:rPr>
          <w:b w:val="0"/>
          <w:bCs/>
          <w:i w:val="0"/>
          <w:sz w:val="26"/>
          <w:szCs w:val="26"/>
        </w:rPr>
        <w:tab/>
      </w:r>
      <w:r w:rsidR="00A81005">
        <w:rPr>
          <w:b w:val="0"/>
          <w:bCs/>
          <w:i w:val="0"/>
          <w:sz w:val="26"/>
          <w:szCs w:val="26"/>
        </w:rPr>
        <w:tab/>
      </w:r>
      <w:r w:rsidR="00A81005"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>vapour remains saturated and the atmospheric pressure is 1.01 x 10</w:t>
      </w:r>
      <w:r w:rsidRPr="00801F89">
        <w:rPr>
          <w:b w:val="0"/>
          <w:bCs/>
          <w:i w:val="0"/>
          <w:sz w:val="26"/>
          <w:szCs w:val="26"/>
          <w:vertAlign w:val="superscript"/>
        </w:rPr>
        <w:t>5</w:t>
      </w:r>
      <w:r>
        <w:rPr>
          <w:b w:val="0"/>
          <w:bCs/>
          <w:i w:val="0"/>
          <w:sz w:val="26"/>
          <w:szCs w:val="26"/>
        </w:rPr>
        <w:t>Nm</w:t>
      </w:r>
      <w:r w:rsidRPr="00801F89">
        <w:rPr>
          <w:b w:val="0"/>
          <w:bCs/>
          <w:i w:val="0"/>
          <w:sz w:val="26"/>
          <w:szCs w:val="26"/>
          <w:vertAlign w:val="superscript"/>
        </w:rPr>
        <w:t>-2</w:t>
      </w:r>
      <w:r>
        <w:rPr>
          <w:b w:val="0"/>
          <w:bCs/>
          <w:i w:val="0"/>
          <w:sz w:val="26"/>
          <w:szCs w:val="26"/>
        </w:rPr>
        <w:t>.</w:t>
      </w:r>
      <w:r w:rsidR="00A81005">
        <w:rPr>
          <w:b w:val="0"/>
          <w:bCs/>
          <w:i w:val="0"/>
          <w:sz w:val="26"/>
          <w:szCs w:val="26"/>
        </w:rPr>
        <w:t xml:space="preserve"> </w:t>
      </w:r>
      <w:r>
        <w:rPr>
          <w:b w:val="0"/>
          <w:bCs/>
          <w:i w:val="0"/>
          <w:sz w:val="26"/>
          <w:szCs w:val="26"/>
        </w:rPr>
        <w:t>(5 marks)</w:t>
      </w: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7.</w:t>
      </w:r>
      <w:r>
        <w:rPr>
          <w:b w:val="0"/>
          <w:bCs/>
          <w:i w:val="0"/>
          <w:sz w:val="26"/>
          <w:szCs w:val="26"/>
        </w:rPr>
        <w:tab/>
        <w:t>(a)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What is a bla</w:t>
      </w:r>
      <w:r w:rsidR="00A81005">
        <w:rPr>
          <w:b w:val="0"/>
          <w:bCs/>
          <w:i w:val="0"/>
          <w:sz w:val="26"/>
          <w:szCs w:val="26"/>
        </w:rPr>
        <w:t>c</w:t>
      </w:r>
      <w:r>
        <w:rPr>
          <w:b w:val="0"/>
          <w:bCs/>
          <w:i w:val="0"/>
          <w:sz w:val="26"/>
          <w:szCs w:val="26"/>
        </w:rPr>
        <w:t>k body?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Give two examples of a black body.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(iii)</w:t>
      </w:r>
      <w:r>
        <w:rPr>
          <w:b w:val="0"/>
          <w:bCs/>
          <w:i w:val="0"/>
          <w:sz w:val="26"/>
          <w:szCs w:val="26"/>
        </w:rPr>
        <w:tab/>
        <w:t>Explain with the aid of a diagram how a bla</w:t>
      </w:r>
      <w:r w:rsidR="00A81005">
        <w:rPr>
          <w:b w:val="0"/>
          <w:bCs/>
          <w:i w:val="0"/>
          <w:sz w:val="26"/>
          <w:szCs w:val="26"/>
        </w:rPr>
        <w:t>c</w:t>
      </w:r>
      <w:r>
        <w:rPr>
          <w:b w:val="0"/>
          <w:bCs/>
          <w:i w:val="0"/>
          <w:sz w:val="26"/>
          <w:szCs w:val="26"/>
        </w:rPr>
        <w:t>k body is approximated.</w:t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(b)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State the laws of bla</w:t>
      </w:r>
      <w:r w:rsidR="00A81005">
        <w:rPr>
          <w:b w:val="0"/>
          <w:bCs/>
          <w:i w:val="0"/>
          <w:sz w:val="26"/>
          <w:szCs w:val="26"/>
        </w:rPr>
        <w:t>c</w:t>
      </w:r>
      <w:r>
        <w:rPr>
          <w:b w:val="0"/>
          <w:bCs/>
          <w:i w:val="0"/>
          <w:sz w:val="26"/>
          <w:szCs w:val="26"/>
        </w:rPr>
        <w:t>k body radiation.</w:t>
      </w:r>
      <w:r>
        <w:rPr>
          <w:b w:val="0"/>
          <w:bCs/>
          <w:i w:val="0"/>
          <w:sz w:val="26"/>
          <w:szCs w:val="26"/>
        </w:rPr>
        <w:tab/>
        <w:t>(2m arks)</w:t>
      </w: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The total power output of the sun is 4.4 x 10</w:t>
      </w:r>
      <w:r w:rsidRPr="00801F89">
        <w:rPr>
          <w:b w:val="0"/>
          <w:bCs/>
          <w:i w:val="0"/>
          <w:sz w:val="26"/>
          <w:szCs w:val="26"/>
          <w:vertAlign w:val="superscript"/>
        </w:rPr>
        <w:t>26</w:t>
      </w:r>
      <w:r>
        <w:rPr>
          <w:b w:val="0"/>
          <w:bCs/>
          <w:i w:val="0"/>
          <w:sz w:val="26"/>
          <w:szCs w:val="26"/>
        </w:rPr>
        <w:t xml:space="preserve">W. If the density of the sun is </w:t>
      </w: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1.4 x 10</w:t>
      </w:r>
      <w:r w:rsidRPr="00801F89">
        <w:rPr>
          <w:b w:val="0"/>
          <w:bCs/>
          <w:i w:val="0"/>
          <w:sz w:val="26"/>
          <w:szCs w:val="26"/>
          <w:vertAlign w:val="superscript"/>
        </w:rPr>
        <w:t>3</w:t>
      </w:r>
      <w:r>
        <w:rPr>
          <w:b w:val="0"/>
          <w:bCs/>
          <w:i w:val="0"/>
          <w:sz w:val="26"/>
          <w:szCs w:val="26"/>
        </w:rPr>
        <w:t>Kgm</w:t>
      </w:r>
      <w:r w:rsidRPr="00801F89">
        <w:rPr>
          <w:b w:val="0"/>
          <w:bCs/>
          <w:i w:val="0"/>
          <w:sz w:val="26"/>
          <w:szCs w:val="26"/>
          <w:vertAlign w:val="superscript"/>
        </w:rPr>
        <w:t xml:space="preserve">-3 </w:t>
      </w:r>
      <w:r>
        <w:rPr>
          <w:b w:val="0"/>
          <w:bCs/>
          <w:i w:val="0"/>
          <w:sz w:val="26"/>
          <w:szCs w:val="26"/>
        </w:rPr>
        <w:t>and its mass is 2.0 x 10</w:t>
      </w:r>
      <w:r w:rsidRPr="00801F89">
        <w:rPr>
          <w:b w:val="0"/>
          <w:bCs/>
          <w:i w:val="0"/>
          <w:sz w:val="26"/>
          <w:szCs w:val="26"/>
          <w:vertAlign w:val="superscript"/>
        </w:rPr>
        <w:t>30</w:t>
      </w:r>
      <w:r>
        <w:rPr>
          <w:b w:val="0"/>
          <w:bCs/>
          <w:i w:val="0"/>
          <w:sz w:val="26"/>
          <w:szCs w:val="26"/>
        </w:rPr>
        <w:t xml:space="preserve">kg, calculate the surface temperature of the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sun.</w:t>
      </w:r>
      <w:r>
        <w:rPr>
          <w:b w:val="0"/>
          <w:bCs/>
          <w:i w:val="0"/>
          <w:sz w:val="26"/>
          <w:szCs w:val="26"/>
        </w:rPr>
        <w:tab/>
        <w:t>(5marks)</w:t>
      </w:r>
    </w:p>
    <w:p w:rsidR="00A81005" w:rsidRDefault="00A81005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What is coefficient of thermal conductivity?</w:t>
      </w:r>
      <w:r>
        <w:rPr>
          <w:b w:val="0"/>
          <w:bCs/>
          <w:i w:val="0"/>
          <w:sz w:val="26"/>
          <w:szCs w:val="26"/>
        </w:rPr>
        <w:tab/>
        <w:t>(1mark)</w:t>
      </w: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Describe searle’s method of determination of coefficient of thermal conductivity.</w:t>
      </w:r>
    </w:p>
    <w:p w:rsidR="00801F89" w:rsidRDefault="00801F89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(6 marks)</w:t>
      </w:r>
    </w:p>
    <w:p w:rsidR="001C6DD0" w:rsidRDefault="001C6DD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</w:p>
    <w:p w:rsidR="001C6DD0" w:rsidRPr="00A81005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rPr>
          <w:bCs/>
          <w:i w:val="0"/>
          <w:sz w:val="26"/>
          <w:szCs w:val="26"/>
        </w:rPr>
      </w:pPr>
      <w:r w:rsidRPr="00A81005">
        <w:rPr>
          <w:bCs/>
          <w:i w:val="0"/>
          <w:sz w:val="26"/>
          <w:szCs w:val="26"/>
        </w:rPr>
        <w:t>SECTION C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8.</w:t>
      </w:r>
      <w:r>
        <w:rPr>
          <w:b w:val="0"/>
          <w:bCs/>
          <w:i w:val="0"/>
          <w:sz w:val="26"/>
          <w:szCs w:val="26"/>
        </w:rPr>
        <w:tab/>
        <w:t>(a)</w:t>
      </w:r>
      <w:r>
        <w:rPr>
          <w:b w:val="0"/>
          <w:bCs/>
          <w:i w:val="0"/>
          <w:sz w:val="26"/>
          <w:szCs w:val="26"/>
        </w:rPr>
        <w:tab/>
        <w:t>State Bohr’s postulates of the atom.</w:t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(b)</w:t>
      </w:r>
      <w:r>
        <w:rPr>
          <w:b w:val="0"/>
          <w:bCs/>
          <w:i w:val="0"/>
          <w:sz w:val="26"/>
          <w:szCs w:val="26"/>
        </w:rPr>
        <w:tab/>
        <w:t>Explain the occurance of the emission line spectrum.</w:t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>Explain the main observations in Rutherford’s alpha particles scattering experiment.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(6 marks)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(d)</w:t>
      </w:r>
      <w:r>
        <w:rPr>
          <w:b w:val="0"/>
          <w:bCs/>
          <w:i w:val="0"/>
          <w:sz w:val="26"/>
          <w:szCs w:val="26"/>
        </w:rPr>
        <w:tab/>
        <w:t xml:space="preserve">Explain why the experiment was carried in a </w:t>
      </w:r>
      <w:r w:rsidR="00B116A6">
        <w:rPr>
          <w:b w:val="0"/>
          <w:bCs/>
          <w:i w:val="0"/>
          <w:sz w:val="26"/>
          <w:szCs w:val="26"/>
        </w:rPr>
        <w:t>vacuum</w:t>
      </w:r>
      <w:r>
        <w:rPr>
          <w:b w:val="0"/>
          <w:bCs/>
          <w:i w:val="0"/>
          <w:sz w:val="26"/>
          <w:szCs w:val="26"/>
        </w:rPr>
        <w:t>.</w:t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(e)</w:t>
      </w:r>
      <w:r>
        <w:rPr>
          <w:b w:val="0"/>
          <w:bCs/>
          <w:i w:val="0"/>
          <w:sz w:val="26"/>
          <w:szCs w:val="26"/>
        </w:rPr>
        <w:tab/>
        <w:t>An alpha particle is projected with an energy of 4MeV directly towards a gold nucleus.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 xml:space="preserve">Calculate the distance of its closest approach given that the atomic number of gold is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79.</w:t>
      </w:r>
      <w:r>
        <w:rPr>
          <w:b w:val="0"/>
          <w:bCs/>
          <w:i w:val="0"/>
          <w:sz w:val="26"/>
          <w:szCs w:val="26"/>
        </w:rPr>
        <w:tab/>
        <w:t>(4 mark)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State the significance of the value of the least distance of approach.</w:t>
      </w:r>
      <w:r>
        <w:rPr>
          <w:b w:val="0"/>
          <w:bCs/>
          <w:i w:val="0"/>
          <w:sz w:val="26"/>
          <w:szCs w:val="26"/>
        </w:rPr>
        <w:tab/>
        <w:t>(1m ark)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9.</w:t>
      </w:r>
      <w:r>
        <w:rPr>
          <w:b w:val="0"/>
          <w:bCs/>
          <w:i w:val="0"/>
          <w:sz w:val="26"/>
          <w:szCs w:val="26"/>
        </w:rPr>
        <w:tab/>
        <w:t>(a)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What is meant by X-rays and cathode rays?</w:t>
      </w:r>
      <w:r>
        <w:rPr>
          <w:b w:val="0"/>
          <w:bCs/>
          <w:i w:val="0"/>
          <w:sz w:val="26"/>
          <w:szCs w:val="26"/>
        </w:rPr>
        <w:tab/>
        <w:t>(2 marks)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 xml:space="preserve">With the aid of a labeled diagram describe the structure and mode of a operation of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an X-ray tube.</w:t>
      </w:r>
      <w:r>
        <w:rPr>
          <w:b w:val="0"/>
          <w:bCs/>
          <w:i w:val="0"/>
          <w:sz w:val="26"/>
          <w:szCs w:val="26"/>
        </w:rPr>
        <w:tab/>
        <w:t>(5 marks)</w:t>
      </w:r>
    </w:p>
    <w:p w:rsidR="009A74C0" w:rsidRDefault="009A74C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 xml:space="preserve">(b)  </w:t>
      </w:r>
      <w:r>
        <w:rPr>
          <w:b w:val="0"/>
          <w:bCs/>
          <w:i w:val="0"/>
          <w:sz w:val="26"/>
          <w:szCs w:val="26"/>
        </w:rPr>
        <w:tab/>
        <w:t>Explain how soft and hard x-rays are produced.</w:t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 xml:space="preserve">Sketch a graph of </w:t>
      </w:r>
      <w:r w:rsidR="00B116A6">
        <w:rPr>
          <w:b w:val="0"/>
          <w:bCs/>
          <w:i w:val="0"/>
          <w:sz w:val="26"/>
          <w:szCs w:val="26"/>
        </w:rPr>
        <w:t>intensity</w:t>
      </w:r>
      <w:r>
        <w:rPr>
          <w:b w:val="0"/>
          <w:bCs/>
          <w:i w:val="0"/>
          <w:sz w:val="26"/>
          <w:szCs w:val="26"/>
        </w:rPr>
        <w:t xml:space="preserve"> against wavelength for the spectra produced in an X-ray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tube.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1C6DD0" w:rsidRDefault="001C6DD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 xml:space="preserve">Use the graph to explain the occurrence of the cut-off </w:t>
      </w:r>
      <w:r w:rsidR="00B116A6">
        <w:rPr>
          <w:b w:val="0"/>
          <w:bCs/>
          <w:i w:val="0"/>
          <w:sz w:val="26"/>
          <w:szCs w:val="26"/>
        </w:rPr>
        <w:t>wavelength</w:t>
      </w:r>
      <w:r>
        <w:rPr>
          <w:b w:val="0"/>
          <w:bCs/>
          <w:i w:val="0"/>
          <w:sz w:val="26"/>
          <w:szCs w:val="26"/>
        </w:rPr>
        <w:t xml:space="preserve">, </w:t>
      </w:r>
      <w:r w:rsidR="00B116A6">
        <w:rPr>
          <w:b w:val="0"/>
          <w:bCs/>
          <w:i w:val="0"/>
          <w:sz w:val="26"/>
          <w:szCs w:val="26"/>
        </w:rPr>
        <w:t>continuous</w:t>
      </w:r>
      <w:r>
        <w:rPr>
          <w:b w:val="0"/>
          <w:bCs/>
          <w:i w:val="0"/>
          <w:sz w:val="26"/>
          <w:szCs w:val="26"/>
        </w:rPr>
        <w:t xml:space="preserve"> and </w:t>
      </w:r>
      <w:r w:rsidR="00B116A6">
        <w:rPr>
          <w:b w:val="0"/>
          <w:bCs/>
          <w:i w:val="0"/>
          <w:sz w:val="26"/>
          <w:szCs w:val="26"/>
        </w:rPr>
        <w:tab/>
      </w:r>
      <w:r w:rsidR="00B116A6">
        <w:rPr>
          <w:b w:val="0"/>
          <w:bCs/>
          <w:i w:val="0"/>
          <w:sz w:val="26"/>
          <w:szCs w:val="26"/>
        </w:rPr>
        <w:tab/>
      </w:r>
      <w:r w:rsidR="00B116A6"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>the line spectra.</w:t>
      </w:r>
      <w:r>
        <w:rPr>
          <w:b w:val="0"/>
          <w:bCs/>
          <w:i w:val="0"/>
          <w:sz w:val="26"/>
          <w:szCs w:val="26"/>
        </w:rPr>
        <w:tab/>
        <w:t>(5 marks)</w:t>
      </w:r>
    </w:p>
    <w:p w:rsidR="00C03FF0" w:rsidRDefault="00C03FF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(d)</w:t>
      </w:r>
      <w:r>
        <w:rPr>
          <w:b w:val="0"/>
          <w:bCs/>
          <w:i w:val="0"/>
          <w:sz w:val="26"/>
          <w:szCs w:val="26"/>
        </w:rPr>
        <w:tab/>
        <w:t xml:space="preserve">The potential difference between the cathode and the anode of an X-ray tube is </w:t>
      </w:r>
    </w:p>
    <w:p w:rsidR="001C6DD0" w:rsidRPr="00C664E0" w:rsidRDefault="00C03FF0" w:rsidP="001C6DD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5.0 x 10</w:t>
      </w:r>
      <w:r w:rsidRPr="00C03FF0">
        <w:rPr>
          <w:b w:val="0"/>
          <w:bCs/>
          <w:i w:val="0"/>
          <w:sz w:val="26"/>
          <w:szCs w:val="26"/>
          <w:vertAlign w:val="superscript"/>
        </w:rPr>
        <w:t>+4</w:t>
      </w:r>
      <w:r>
        <w:rPr>
          <w:b w:val="0"/>
          <w:bCs/>
          <w:i w:val="0"/>
          <w:sz w:val="26"/>
          <w:szCs w:val="26"/>
        </w:rPr>
        <w:t xml:space="preserve">V. If only 0.4% of the kinetic energy of the electrons, is converted into X-rays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and the rest is dissipated as heat in the target at a rate of 600W, find the ;</w:t>
      </w:r>
    </w:p>
    <w:p w:rsidR="00C664E0" w:rsidRDefault="00C03FF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current that flows</w:t>
      </w:r>
      <w:r>
        <w:rPr>
          <w:b w:val="0"/>
          <w:bCs/>
          <w:i w:val="0"/>
          <w:sz w:val="26"/>
          <w:szCs w:val="26"/>
        </w:rPr>
        <w:tab/>
        <w:t>(2marks)</w:t>
      </w:r>
    </w:p>
    <w:p w:rsidR="00C03FF0" w:rsidRDefault="00C03FF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speed  of the electrons striking the target.</w:t>
      </w:r>
      <w:r>
        <w:rPr>
          <w:b w:val="0"/>
          <w:bCs/>
          <w:i w:val="0"/>
          <w:sz w:val="26"/>
          <w:szCs w:val="26"/>
        </w:rPr>
        <w:tab/>
        <w:t>(2 marks)</w:t>
      </w:r>
    </w:p>
    <w:p w:rsidR="00C03FF0" w:rsidRDefault="00C03FF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</w:p>
    <w:p w:rsidR="00C03FF0" w:rsidRDefault="00C03FF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>10.</w:t>
      </w:r>
      <w:r>
        <w:rPr>
          <w:b w:val="0"/>
          <w:bCs/>
          <w:i w:val="0"/>
          <w:sz w:val="26"/>
          <w:szCs w:val="26"/>
        </w:rPr>
        <w:tab/>
        <w:t>(a)</w:t>
      </w:r>
      <w:r>
        <w:rPr>
          <w:b w:val="0"/>
          <w:bCs/>
          <w:i w:val="0"/>
          <w:sz w:val="26"/>
          <w:szCs w:val="26"/>
        </w:rPr>
        <w:tab/>
        <w:t xml:space="preserve">(i) With the aid of a well labeled diagram, describe the structure and mode of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 xml:space="preserve">operation of a cathode ray </w:t>
      </w:r>
      <w:r w:rsidR="00B116A6">
        <w:rPr>
          <w:b w:val="0"/>
          <w:bCs/>
          <w:i w:val="0"/>
          <w:sz w:val="26"/>
          <w:szCs w:val="26"/>
        </w:rPr>
        <w:t>oscilloscope</w:t>
      </w:r>
      <w:r>
        <w:rPr>
          <w:b w:val="0"/>
          <w:bCs/>
          <w:i w:val="0"/>
          <w:sz w:val="26"/>
          <w:szCs w:val="26"/>
        </w:rPr>
        <w:t>.</w:t>
      </w:r>
      <w:r>
        <w:rPr>
          <w:b w:val="0"/>
          <w:bCs/>
          <w:i w:val="0"/>
          <w:sz w:val="26"/>
          <w:szCs w:val="26"/>
        </w:rPr>
        <w:tab/>
        <w:t>(6 marks)</w:t>
      </w:r>
    </w:p>
    <w:p w:rsidR="00C03FF0" w:rsidRDefault="00C03FF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 Give two uses of a C.R.</w:t>
      </w:r>
      <w:r w:rsidR="00A81005">
        <w:rPr>
          <w:b w:val="0"/>
          <w:bCs/>
          <w:i w:val="0"/>
          <w:sz w:val="26"/>
          <w:szCs w:val="26"/>
        </w:rPr>
        <w:t>O</w:t>
      </w:r>
      <w:r>
        <w:rPr>
          <w:b w:val="0"/>
          <w:bCs/>
          <w:i w:val="0"/>
          <w:sz w:val="26"/>
          <w:szCs w:val="26"/>
        </w:rPr>
        <w:t>.</w:t>
      </w:r>
      <w:r>
        <w:rPr>
          <w:b w:val="0"/>
          <w:bCs/>
          <w:i w:val="0"/>
          <w:sz w:val="26"/>
          <w:szCs w:val="26"/>
        </w:rPr>
        <w:tab/>
        <w:t>(1 marks)</w:t>
      </w:r>
    </w:p>
    <w:p w:rsidR="00C03FF0" w:rsidRDefault="00C03FF0" w:rsidP="00C664E0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(b)</w:t>
      </w:r>
      <w:r>
        <w:rPr>
          <w:b w:val="0"/>
          <w:bCs/>
          <w:i w:val="0"/>
          <w:sz w:val="26"/>
          <w:szCs w:val="26"/>
        </w:rPr>
        <w:tab/>
        <w:t>Ultraviolet radiation falls on Zinc plate placed on the cape of a neutral electroscope.</w:t>
      </w:r>
    </w:p>
    <w:p w:rsidR="00C03FF0" w:rsidRDefault="00C03FF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State what is observed.</w:t>
      </w:r>
      <w:r>
        <w:rPr>
          <w:b w:val="0"/>
          <w:bCs/>
          <w:i w:val="0"/>
          <w:sz w:val="26"/>
          <w:szCs w:val="26"/>
        </w:rPr>
        <w:tab/>
        <w:t>(1 mark)</w:t>
      </w:r>
    </w:p>
    <w:p w:rsidR="00C03FF0" w:rsidRDefault="00C03FF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Explain the observation in (b)(i) above.</w:t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C03FF0" w:rsidRDefault="00C03FF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(c)</w:t>
      </w:r>
      <w:r>
        <w:rPr>
          <w:b w:val="0"/>
          <w:bCs/>
          <w:i w:val="0"/>
          <w:sz w:val="26"/>
          <w:szCs w:val="26"/>
        </w:rPr>
        <w:tab/>
        <w:t>State the laws of photoelectric emission.</w:t>
      </w:r>
      <w:r>
        <w:rPr>
          <w:b w:val="0"/>
          <w:bCs/>
          <w:i w:val="0"/>
          <w:sz w:val="26"/>
          <w:szCs w:val="26"/>
        </w:rPr>
        <w:tab/>
        <w:t>(4 marks)</w:t>
      </w:r>
    </w:p>
    <w:p w:rsidR="00343B46" w:rsidRDefault="00C03FF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  <w:t>(d)</w:t>
      </w:r>
      <w:r>
        <w:rPr>
          <w:b w:val="0"/>
          <w:bCs/>
          <w:i w:val="0"/>
          <w:sz w:val="26"/>
          <w:szCs w:val="26"/>
        </w:rPr>
        <w:tab/>
        <w:t xml:space="preserve">Sodium has a work function of 2.0eV and is illuminated by radiation of wavelength </w:t>
      </w: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150nm.</w:t>
      </w:r>
    </w:p>
    <w:p w:rsidR="00C03FF0" w:rsidRDefault="00C03FF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(i)</w:t>
      </w:r>
      <w:r>
        <w:rPr>
          <w:b w:val="0"/>
          <w:bCs/>
          <w:i w:val="0"/>
          <w:sz w:val="26"/>
          <w:szCs w:val="26"/>
        </w:rPr>
        <w:tab/>
        <w:t>Calculate the maximum speed of the emitted electrons.</w:t>
      </w:r>
      <w:r>
        <w:rPr>
          <w:b w:val="0"/>
          <w:bCs/>
          <w:i w:val="0"/>
          <w:sz w:val="26"/>
          <w:szCs w:val="26"/>
        </w:rPr>
        <w:tab/>
        <w:t>(3 marks)</w:t>
      </w:r>
    </w:p>
    <w:p w:rsidR="00C03FF0" w:rsidRDefault="00C03FF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  <w:r>
        <w:rPr>
          <w:b w:val="0"/>
          <w:bCs/>
          <w:i w:val="0"/>
          <w:sz w:val="26"/>
          <w:szCs w:val="26"/>
        </w:rPr>
        <w:tab/>
      </w:r>
      <w:r>
        <w:rPr>
          <w:b w:val="0"/>
          <w:bCs/>
          <w:i w:val="0"/>
          <w:sz w:val="26"/>
          <w:szCs w:val="26"/>
        </w:rPr>
        <w:tab/>
        <w:t>(ii)</w:t>
      </w:r>
      <w:r>
        <w:rPr>
          <w:b w:val="0"/>
          <w:bCs/>
          <w:i w:val="0"/>
          <w:sz w:val="26"/>
          <w:szCs w:val="26"/>
        </w:rPr>
        <w:tab/>
        <w:t>Find the threshold frequency.</w:t>
      </w:r>
      <w:r>
        <w:rPr>
          <w:b w:val="0"/>
          <w:bCs/>
          <w:i w:val="0"/>
          <w:sz w:val="26"/>
          <w:szCs w:val="26"/>
        </w:rPr>
        <w:tab/>
        <w:t>(2 marks)</w:t>
      </w:r>
    </w:p>
    <w:p w:rsidR="00C03FF0" w:rsidRDefault="00C03FF0" w:rsidP="001D0975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jc w:val="left"/>
        <w:rPr>
          <w:b w:val="0"/>
          <w:bCs/>
          <w:i w:val="0"/>
          <w:sz w:val="26"/>
          <w:szCs w:val="26"/>
        </w:rPr>
      </w:pPr>
    </w:p>
    <w:p w:rsidR="00343B46" w:rsidRPr="00664043" w:rsidRDefault="00897CE8" w:rsidP="00664043">
      <w:pPr>
        <w:pStyle w:val="Subtitle"/>
        <w:tabs>
          <w:tab w:val="left" w:pos="284"/>
          <w:tab w:val="left" w:pos="709"/>
          <w:tab w:val="left" w:pos="1134"/>
          <w:tab w:val="left" w:pos="8789"/>
        </w:tabs>
        <w:spacing w:line="276" w:lineRule="auto"/>
        <w:rPr>
          <w:bCs/>
          <w:i w:val="0"/>
          <w:sz w:val="26"/>
          <w:szCs w:val="26"/>
        </w:rPr>
      </w:pPr>
      <w:r>
        <w:rPr>
          <w:bCs/>
          <w:i w:val="0"/>
          <w:noProof/>
          <w:sz w:val="26"/>
          <w:szCs w:val="26"/>
        </w:rPr>
        <w:pict>
          <v:rect id="_x0000_s1026" style="position:absolute;left:0;text-align:left;margin-left:429pt;margin-top:35.45pt;width:56.25pt;height:12pt;z-index:251664384" stroked="f"/>
        </w:pict>
      </w:r>
      <w:r w:rsidR="00664043" w:rsidRPr="00664043">
        <w:rPr>
          <w:bCs/>
          <w:i w:val="0"/>
          <w:sz w:val="26"/>
          <w:szCs w:val="26"/>
        </w:rPr>
        <w:t>END</w:t>
      </w:r>
    </w:p>
    <w:sectPr w:rsidR="00343B46" w:rsidRPr="00664043" w:rsidSect="00F808A2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9" w:h="16834" w:code="9"/>
      <w:pgMar w:top="900" w:right="839" w:bottom="540" w:left="1080" w:header="450" w:footer="30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AC2" w:rsidRDefault="00CA6AC2">
      <w:r>
        <w:separator/>
      </w:r>
    </w:p>
  </w:endnote>
  <w:endnote w:type="continuationSeparator" w:id="1">
    <w:p w:rsidR="00CA6AC2" w:rsidRDefault="00CA6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14" w:rsidRDefault="007A1B14">
    <w:pPr>
      <w:pStyle w:val="Footer"/>
    </w:pPr>
    <w:r>
      <w:t>_________________________________________________________________________________________________</w:t>
    </w:r>
  </w:p>
  <w:p w:rsidR="007A1B14" w:rsidRDefault="007A1B14" w:rsidP="008A00C3">
    <w:pPr>
      <w:pStyle w:val="Footer"/>
      <w:tabs>
        <w:tab w:val="clear" w:pos="8640"/>
        <w:tab w:val="right" w:pos="9810"/>
      </w:tabs>
      <w:jc w:val="center"/>
      <w:rPr>
        <w:b/>
      </w:rPr>
    </w:pPr>
    <w:r>
      <w:rPr>
        <w:b/>
        <w:sz w:val="24"/>
        <w:szCs w:val="24"/>
      </w:rPr>
      <w:t xml:space="preserve">                           </w:t>
    </w:r>
    <w:r w:rsidR="00551CF3">
      <w:rPr>
        <w:b/>
        <w:sz w:val="24"/>
        <w:szCs w:val="24"/>
      </w:rPr>
      <w:t xml:space="preserve">              </w:t>
    </w:r>
    <w:r>
      <w:rPr>
        <w:b/>
        <w:sz w:val="24"/>
        <w:szCs w:val="24"/>
      </w:rPr>
      <w:t xml:space="preserve"> </w:t>
    </w:r>
    <w:r w:rsidRPr="00B434C5">
      <w:rPr>
        <w:b/>
        <w:sz w:val="24"/>
        <w:szCs w:val="24"/>
      </w:rPr>
      <w:t>© 20</w:t>
    </w:r>
    <w:r>
      <w:rPr>
        <w:b/>
        <w:sz w:val="24"/>
        <w:szCs w:val="24"/>
      </w:rPr>
      <w:t>1</w:t>
    </w:r>
    <w:r w:rsidR="001D0975">
      <w:rPr>
        <w:b/>
        <w:sz w:val="24"/>
        <w:szCs w:val="24"/>
      </w:rPr>
      <w:t>9</w:t>
    </w:r>
    <w:r>
      <w:rPr>
        <w:b/>
        <w:sz w:val="24"/>
        <w:szCs w:val="24"/>
      </w:rPr>
      <w:t xml:space="preserve"> </w:t>
    </w:r>
    <w:r w:rsidRPr="00B434C5">
      <w:rPr>
        <w:b/>
        <w:bCs/>
        <w:i/>
        <w:iCs/>
        <w:sz w:val="24"/>
        <w:szCs w:val="24"/>
      </w:rPr>
      <w:t>Jinja  Joint  Examinations  Board</w:t>
    </w:r>
    <w:r>
      <w:rPr>
        <w:b/>
        <w:bCs/>
        <w:i/>
        <w:iCs/>
        <w:sz w:val="24"/>
        <w:szCs w:val="24"/>
      </w:rPr>
      <w:t xml:space="preserve">         </w:t>
    </w:r>
    <w:r w:rsidR="008A00C3">
      <w:rPr>
        <w:b/>
        <w:bCs/>
        <w:i/>
        <w:iCs/>
        <w:sz w:val="24"/>
        <w:szCs w:val="24"/>
      </w:rPr>
      <w:t xml:space="preserve">                 Turnover </w:t>
    </w:r>
    <w:r w:rsidRPr="00742858">
      <w:rPr>
        <w:b/>
        <w:bCs/>
        <w:i/>
        <w:iCs/>
      </w:rPr>
      <w:tab/>
    </w:r>
    <w:r>
      <w:rPr>
        <w:b/>
      </w:rPr>
      <w:t>_________________________________________________________________________________________________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14" w:rsidRDefault="007A1B14">
    <w:pPr>
      <w:pStyle w:val="Footer"/>
      <w:pBdr>
        <w:bottom w:val="single" w:sz="12" w:space="1" w:color="auto"/>
      </w:pBdr>
    </w:pPr>
  </w:p>
  <w:p w:rsidR="007A1B14" w:rsidRPr="003A131C" w:rsidRDefault="007A1B14" w:rsidP="00677CD5">
    <w:pPr>
      <w:pStyle w:val="Footer"/>
      <w:jc w:val="both"/>
      <w:rPr>
        <w:b/>
        <w:sz w:val="24"/>
        <w:szCs w:val="24"/>
      </w:rPr>
    </w:pPr>
    <w:r>
      <w:tab/>
      <w:t xml:space="preserve">                   </w:t>
    </w:r>
    <w:r w:rsidRPr="003A131C">
      <w:rPr>
        <w:b/>
        <w:sz w:val="24"/>
        <w:szCs w:val="24"/>
      </w:rPr>
      <w:t>© 20</w:t>
    </w:r>
    <w:r>
      <w:rPr>
        <w:b/>
        <w:sz w:val="24"/>
        <w:szCs w:val="24"/>
      </w:rPr>
      <w:t>1</w:t>
    </w:r>
    <w:r w:rsidR="001D0975">
      <w:rPr>
        <w:b/>
        <w:sz w:val="24"/>
        <w:szCs w:val="24"/>
      </w:rPr>
      <w:t>9</w:t>
    </w:r>
    <w:r>
      <w:rPr>
        <w:b/>
        <w:sz w:val="24"/>
        <w:szCs w:val="24"/>
      </w:rPr>
      <w:t xml:space="preserve"> J</w:t>
    </w:r>
    <w:r w:rsidRPr="003A131C">
      <w:rPr>
        <w:b/>
        <w:i/>
        <w:sz w:val="24"/>
        <w:szCs w:val="24"/>
      </w:rPr>
      <w:t>inja Joint Examinations Board</w:t>
    </w:r>
    <w:r w:rsidRPr="003A131C">
      <w:rPr>
        <w:sz w:val="24"/>
        <w:szCs w:val="24"/>
      </w:rPr>
      <w:tab/>
      <w:t xml:space="preserve">                            </w:t>
    </w:r>
    <w:r w:rsidRPr="003A131C">
      <w:rPr>
        <w:b/>
        <w:i/>
        <w:iCs/>
        <w:sz w:val="24"/>
        <w:szCs w:val="24"/>
      </w:rPr>
      <w:t>Turn Over</w:t>
    </w:r>
  </w:p>
  <w:p w:rsidR="007A1B14" w:rsidRDefault="007A1B14" w:rsidP="00677CD5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AC2" w:rsidRDefault="00CA6AC2">
      <w:r>
        <w:separator/>
      </w:r>
    </w:p>
  </w:footnote>
  <w:footnote w:type="continuationSeparator" w:id="1">
    <w:p w:rsidR="00CA6AC2" w:rsidRDefault="00CA6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14" w:rsidRDefault="00897C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A1B1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1B14">
      <w:rPr>
        <w:rStyle w:val="PageNumber"/>
        <w:noProof/>
      </w:rPr>
      <w:t>1</w:t>
    </w:r>
    <w:r>
      <w:rPr>
        <w:rStyle w:val="PageNumber"/>
      </w:rPr>
      <w:fldChar w:fldCharType="end"/>
    </w:r>
  </w:p>
  <w:p w:rsidR="007A1B14" w:rsidRDefault="007A1B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14" w:rsidRPr="00B434C5" w:rsidRDefault="00897CE8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B434C5">
      <w:rPr>
        <w:rStyle w:val="PageNumber"/>
        <w:sz w:val="24"/>
        <w:szCs w:val="24"/>
      </w:rPr>
      <w:fldChar w:fldCharType="begin"/>
    </w:r>
    <w:r w:rsidR="007A1B14" w:rsidRPr="00B434C5">
      <w:rPr>
        <w:rStyle w:val="PageNumber"/>
        <w:sz w:val="24"/>
        <w:szCs w:val="24"/>
      </w:rPr>
      <w:instrText xml:space="preserve">PAGE  </w:instrText>
    </w:r>
    <w:r w:rsidRPr="00B434C5">
      <w:rPr>
        <w:rStyle w:val="PageNumber"/>
        <w:sz w:val="24"/>
        <w:szCs w:val="24"/>
      </w:rPr>
      <w:fldChar w:fldCharType="separate"/>
    </w:r>
    <w:r w:rsidR="00747656">
      <w:rPr>
        <w:rStyle w:val="PageNumber"/>
        <w:noProof/>
        <w:sz w:val="24"/>
        <w:szCs w:val="24"/>
      </w:rPr>
      <w:t>2</w:t>
    </w:r>
    <w:r w:rsidRPr="00B434C5">
      <w:rPr>
        <w:rStyle w:val="PageNumber"/>
        <w:sz w:val="24"/>
        <w:szCs w:val="24"/>
      </w:rPr>
      <w:fldChar w:fldCharType="end"/>
    </w:r>
  </w:p>
  <w:p w:rsidR="007A1B14" w:rsidRDefault="007A1B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5590"/>
    <w:multiLevelType w:val="hybridMultilevel"/>
    <w:tmpl w:val="B12C5798"/>
    <w:lvl w:ilvl="0" w:tplc="47D66136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7A91029"/>
    <w:multiLevelType w:val="hybridMultilevel"/>
    <w:tmpl w:val="8558F48A"/>
    <w:lvl w:ilvl="0" w:tplc="0BD0A752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F6E32C9"/>
    <w:multiLevelType w:val="hybridMultilevel"/>
    <w:tmpl w:val="4FC4A490"/>
    <w:lvl w:ilvl="0" w:tplc="FC725F30">
      <w:start w:val="3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A107FD7"/>
    <w:multiLevelType w:val="hybridMultilevel"/>
    <w:tmpl w:val="11207F58"/>
    <w:lvl w:ilvl="0" w:tplc="C090FFCE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5C645A"/>
    <w:multiLevelType w:val="hybridMultilevel"/>
    <w:tmpl w:val="4F56FB0C"/>
    <w:lvl w:ilvl="0" w:tplc="986C086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309C01E4"/>
    <w:multiLevelType w:val="hybridMultilevel"/>
    <w:tmpl w:val="DF94F4B0"/>
    <w:lvl w:ilvl="0" w:tplc="27BE07C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730F16A">
      <w:start w:val="1"/>
      <w:numFmt w:val="lowerLetter"/>
      <w:lvlText w:val="(%2)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343B1D"/>
    <w:multiLevelType w:val="hybridMultilevel"/>
    <w:tmpl w:val="91C23550"/>
    <w:lvl w:ilvl="0" w:tplc="EDEAD58A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D405D52"/>
    <w:multiLevelType w:val="hybridMultilevel"/>
    <w:tmpl w:val="05BC6736"/>
    <w:lvl w:ilvl="0" w:tplc="197C284A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DA03E62"/>
    <w:multiLevelType w:val="hybridMultilevel"/>
    <w:tmpl w:val="F0161BD6"/>
    <w:lvl w:ilvl="0" w:tplc="756E5A92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4E0D1DCB"/>
    <w:multiLevelType w:val="hybridMultilevel"/>
    <w:tmpl w:val="268A078E"/>
    <w:lvl w:ilvl="0" w:tplc="5FAA5A88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E887D4C"/>
    <w:multiLevelType w:val="singleLevel"/>
    <w:tmpl w:val="430C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4F617D10"/>
    <w:multiLevelType w:val="hybridMultilevel"/>
    <w:tmpl w:val="7DB4FE66"/>
    <w:lvl w:ilvl="0" w:tplc="E2A8FDDC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1393747"/>
    <w:multiLevelType w:val="hybridMultilevel"/>
    <w:tmpl w:val="CD5252BA"/>
    <w:lvl w:ilvl="0" w:tplc="6E5E7904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B6635DC">
      <w:start w:val="1"/>
      <w:numFmt w:val="lowerLetter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C05F25"/>
    <w:multiLevelType w:val="hybridMultilevel"/>
    <w:tmpl w:val="C188FB1E"/>
    <w:lvl w:ilvl="0" w:tplc="81AC2D5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FD64FF8"/>
    <w:multiLevelType w:val="hybridMultilevel"/>
    <w:tmpl w:val="279E2D02"/>
    <w:lvl w:ilvl="0" w:tplc="DB444DE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5FE22D12"/>
    <w:multiLevelType w:val="hybridMultilevel"/>
    <w:tmpl w:val="9D3A21D0"/>
    <w:lvl w:ilvl="0" w:tplc="FC725F30">
      <w:start w:val="3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64637022"/>
    <w:multiLevelType w:val="hybridMultilevel"/>
    <w:tmpl w:val="92F8CF8A"/>
    <w:lvl w:ilvl="0" w:tplc="C54221A2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54251CD"/>
    <w:multiLevelType w:val="hybridMultilevel"/>
    <w:tmpl w:val="B04CBF9A"/>
    <w:lvl w:ilvl="0" w:tplc="C1628254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56238C8">
      <w:start w:val="2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DF639F0"/>
    <w:multiLevelType w:val="hybridMultilevel"/>
    <w:tmpl w:val="3940BFC2"/>
    <w:lvl w:ilvl="0" w:tplc="DA80F298">
      <w:start w:val="9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788B2D7D"/>
    <w:multiLevelType w:val="hybridMultilevel"/>
    <w:tmpl w:val="9FF60BF2"/>
    <w:lvl w:ilvl="0" w:tplc="6B8400D8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7915649C"/>
    <w:multiLevelType w:val="hybridMultilevel"/>
    <w:tmpl w:val="4566B492"/>
    <w:lvl w:ilvl="0" w:tplc="7FA8B5C2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D671CB6"/>
    <w:multiLevelType w:val="hybridMultilevel"/>
    <w:tmpl w:val="47B8BED8"/>
    <w:lvl w:ilvl="0" w:tplc="81AC2C7E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0"/>
  </w:num>
  <w:num w:numId="2">
    <w:abstractNumId w:val="17"/>
  </w:num>
  <w:num w:numId="3">
    <w:abstractNumId w:val="12"/>
  </w:num>
  <w:num w:numId="4">
    <w:abstractNumId w:val="13"/>
  </w:num>
  <w:num w:numId="5">
    <w:abstractNumId w:val="8"/>
  </w:num>
  <w:num w:numId="6">
    <w:abstractNumId w:val="1"/>
  </w:num>
  <w:num w:numId="7">
    <w:abstractNumId w:val="19"/>
  </w:num>
  <w:num w:numId="8">
    <w:abstractNumId w:val="16"/>
  </w:num>
  <w:num w:numId="9">
    <w:abstractNumId w:val="5"/>
  </w:num>
  <w:num w:numId="10">
    <w:abstractNumId w:val="18"/>
  </w:num>
  <w:num w:numId="11">
    <w:abstractNumId w:val="6"/>
  </w:num>
  <w:num w:numId="12">
    <w:abstractNumId w:val="11"/>
  </w:num>
  <w:num w:numId="13">
    <w:abstractNumId w:val="0"/>
  </w:num>
  <w:num w:numId="14">
    <w:abstractNumId w:val="3"/>
  </w:num>
  <w:num w:numId="15">
    <w:abstractNumId w:val="14"/>
  </w:num>
  <w:num w:numId="16">
    <w:abstractNumId w:val="4"/>
  </w:num>
  <w:num w:numId="17">
    <w:abstractNumId w:val="7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641"/>
    <w:rsid w:val="00001228"/>
    <w:rsid w:val="0000331E"/>
    <w:rsid w:val="00003357"/>
    <w:rsid w:val="00006867"/>
    <w:rsid w:val="00016920"/>
    <w:rsid w:val="00021266"/>
    <w:rsid w:val="00034172"/>
    <w:rsid w:val="00041169"/>
    <w:rsid w:val="00042EC2"/>
    <w:rsid w:val="000437F3"/>
    <w:rsid w:val="0004507A"/>
    <w:rsid w:val="00050846"/>
    <w:rsid w:val="00053DEC"/>
    <w:rsid w:val="00065054"/>
    <w:rsid w:val="00074BE9"/>
    <w:rsid w:val="00075275"/>
    <w:rsid w:val="00085F8B"/>
    <w:rsid w:val="000908D6"/>
    <w:rsid w:val="000937FA"/>
    <w:rsid w:val="00096313"/>
    <w:rsid w:val="000969F8"/>
    <w:rsid w:val="000A3821"/>
    <w:rsid w:val="000A56A8"/>
    <w:rsid w:val="000A61D6"/>
    <w:rsid w:val="000A774D"/>
    <w:rsid w:val="000B123C"/>
    <w:rsid w:val="000B146E"/>
    <w:rsid w:val="000B246A"/>
    <w:rsid w:val="000B797D"/>
    <w:rsid w:val="000B7C00"/>
    <w:rsid w:val="000D13A2"/>
    <w:rsid w:val="000D38D5"/>
    <w:rsid w:val="000D4E58"/>
    <w:rsid w:val="000D6FA4"/>
    <w:rsid w:val="000E01B0"/>
    <w:rsid w:val="000E1277"/>
    <w:rsid w:val="000E2CBB"/>
    <w:rsid w:val="000E5B86"/>
    <w:rsid w:val="000F04A8"/>
    <w:rsid w:val="000F0814"/>
    <w:rsid w:val="000F0D0E"/>
    <w:rsid w:val="000F241F"/>
    <w:rsid w:val="000F7C82"/>
    <w:rsid w:val="00100CE5"/>
    <w:rsid w:val="00101786"/>
    <w:rsid w:val="001066FA"/>
    <w:rsid w:val="0012159A"/>
    <w:rsid w:val="001215B7"/>
    <w:rsid w:val="0012413E"/>
    <w:rsid w:val="00124E93"/>
    <w:rsid w:val="001264DD"/>
    <w:rsid w:val="001305D9"/>
    <w:rsid w:val="001316BB"/>
    <w:rsid w:val="00134AB9"/>
    <w:rsid w:val="0013578C"/>
    <w:rsid w:val="00142F99"/>
    <w:rsid w:val="00144C0A"/>
    <w:rsid w:val="001450E6"/>
    <w:rsid w:val="00145A01"/>
    <w:rsid w:val="00150C0B"/>
    <w:rsid w:val="001555EF"/>
    <w:rsid w:val="00155E4F"/>
    <w:rsid w:val="00156DF4"/>
    <w:rsid w:val="00163219"/>
    <w:rsid w:val="001649D9"/>
    <w:rsid w:val="00170962"/>
    <w:rsid w:val="00174171"/>
    <w:rsid w:val="001763B0"/>
    <w:rsid w:val="00176ED2"/>
    <w:rsid w:val="00177370"/>
    <w:rsid w:val="00186A1E"/>
    <w:rsid w:val="00190CAA"/>
    <w:rsid w:val="001926D6"/>
    <w:rsid w:val="001936E7"/>
    <w:rsid w:val="001A0616"/>
    <w:rsid w:val="001A1AEE"/>
    <w:rsid w:val="001A3993"/>
    <w:rsid w:val="001A3B48"/>
    <w:rsid w:val="001B0C08"/>
    <w:rsid w:val="001B0DDF"/>
    <w:rsid w:val="001C6DD0"/>
    <w:rsid w:val="001D0975"/>
    <w:rsid w:val="001D3BAB"/>
    <w:rsid w:val="001D7D81"/>
    <w:rsid w:val="001E0F71"/>
    <w:rsid w:val="001E2510"/>
    <w:rsid w:val="001E28CD"/>
    <w:rsid w:val="001E4BF1"/>
    <w:rsid w:val="001F2DC1"/>
    <w:rsid w:val="001F3A5B"/>
    <w:rsid w:val="001F63CD"/>
    <w:rsid w:val="002014CB"/>
    <w:rsid w:val="00202EFF"/>
    <w:rsid w:val="0020447E"/>
    <w:rsid w:val="002113AE"/>
    <w:rsid w:val="00211D59"/>
    <w:rsid w:val="0021374C"/>
    <w:rsid w:val="00216F26"/>
    <w:rsid w:val="002224F2"/>
    <w:rsid w:val="00225C66"/>
    <w:rsid w:val="00226FB8"/>
    <w:rsid w:val="00237B21"/>
    <w:rsid w:val="00241DBF"/>
    <w:rsid w:val="002478A5"/>
    <w:rsid w:val="00254B24"/>
    <w:rsid w:val="00255105"/>
    <w:rsid w:val="00263999"/>
    <w:rsid w:val="002668F2"/>
    <w:rsid w:val="00273AA2"/>
    <w:rsid w:val="002743B2"/>
    <w:rsid w:val="002849BD"/>
    <w:rsid w:val="002A5223"/>
    <w:rsid w:val="002A5886"/>
    <w:rsid w:val="002A5C82"/>
    <w:rsid w:val="002C041C"/>
    <w:rsid w:val="002C1D81"/>
    <w:rsid w:val="002C4C1B"/>
    <w:rsid w:val="002C6E0B"/>
    <w:rsid w:val="002C7388"/>
    <w:rsid w:val="002D1DEB"/>
    <w:rsid w:val="002D281C"/>
    <w:rsid w:val="002E1279"/>
    <w:rsid w:val="002E195E"/>
    <w:rsid w:val="002E2112"/>
    <w:rsid w:val="002E4BBB"/>
    <w:rsid w:val="002E5F9D"/>
    <w:rsid w:val="002F18C7"/>
    <w:rsid w:val="002F2590"/>
    <w:rsid w:val="002F6150"/>
    <w:rsid w:val="002F6A58"/>
    <w:rsid w:val="002F7FED"/>
    <w:rsid w:val="003116EA"/>
    <w:rsid w:val="00313244"/>
    <w:rsid w:val="003136CD"/>
    <w:rsid w:val="00321217"/>
    <w:rsid w:val="00323C7F"/>
    <w:rsid w:val="00330BA7"/>
    <w:rsid w:val="00333FF8"/>
    <w:rsid w:val="00335311"/>
    <w:rsid w:val="00337416"/>
    <w:rsid w:val="00340EA5"/>
    <w:rsid w:val="00343B46"/>
    <w:rsid w:val="003452E9"/>
    <w:rsid w:val="00347F31"/>
    <w:rsid w:val="0035071A"/>
    <w:rsid w:val="00351616"/>
    <w:rsid w:val="00362AD3"/>
    <w:rsid w:val="0036328B"/>
    <w:rsid w:val="0036651A"/>
    <w:rsid w:val="00366CBC"/>
    <w:rsid w:val="00371325"/>
    <w:rsid w:val="00374042"/>
    <w:rsid w:val="003742EE"/>
    <w:rsid w:val="00380F21"/>
    <w:rsid w:val="00382D07"/>
    <w:rsid w:val="003A131C"/>
    <w:rsid w:val="003A1341"/>
    <w:rsid w:val="003A519F"/>
    <w:rsid w:val="003B5F50"/>
    <w:rsid w:val="003B6ED2"/>
    <w:rsid w:val="003C0849"/>
    <w:rsid w:val="003E0FDA"/>
    <w:rsid w:val="003E3615"/>
    <w:rsid w:val="003F0F30"/>
    <w:rsid w:val="003F26B0"/>
    <w:rsid w:val="003F299C"/>
    <w:rsid w:val="003F384D"/>
    <w:rsid w:val="003F4D55"/>
    <w:rsid w:val="003F74E2"/>
    <w:rsid w:val="00411091"/>
    <w:rsid w:val="004134FC"/>
    <w:rsid w:val="00413C65"/>
    <w:rsid w:val="00414C56"/>
    <w:rsid w:val="004250C8"/>
    <w:rsid w:val="0042784C"/>
    <w:rsid w:val="00432108"/>
    <w:rsid w:val="004332D0"/>
    <w:rsid w:val="00434AA2"/>
    <w:rsid w:val="00434AE7"/>
    <w:rsid w:val="004409E6"/>
    <w:rsid w:val="00440F51"/>
    <w:rsid w:val="00442432"/>
    <w:rsid w:val="00446927"/>
    <w:rsid w:val="00447C33"/>
    <w:rsid w:val="0045668B"/>
    <w:rsid w:val="004605A6"/>
    <w:rsid w:val="00464342"/>
    <w:rsid w:val="00464E50"/>
    <w:rsid w:val="004700CE"/>
    <w:rsid w:val="00470E75"/>
    <w:rsid w:val="00476282"/>
    <w:rsid w:val="00481638"/>
    <w:rsid w:val="004852B9"/>
    <w:rsid w:val="00497244"/>
    <w:rsid w:val="004A0835"/>
    <w:rsid w:val="004A2D11"/>
    <w:rsid w:val="004A4582"/>
    <w:rsid w:val="004A62DD"/>
    <w:rsid w:val="004A6424"/>
    <w:rsid w:val="004B01B0"/>
    <w:rsid w:val="004B278D"/>
    <w:rsid w:val="004B3994"/>
    <w:rsid w:val="004B5D35"/>
    <w:rsid w:val="004B7019"/>
    <w:rsid w:val="004C487C"/>
    <w:rsid w:val="004C7A6B"/>
    <w:rsid w:val="004D0061"/>
    <w:rsid w:val="004E2A6F"/>
    <w:rsid w:val="004E2B2E"/>
    <w:rsid w:val="004F1F20"/>
    <w:rsid w:val="004F395A"/>
    <w:rsid w:val="005028DE"/>
    <w:rsid w:val="005040EB"/>
    <w:rsid w:val="00510574"/>
    <w:rsid w:val="0051126C"/>
    <w:rsid w:val="00511612"/>
    <w:rsid w:val="00511DB5"/>
    <w:rsid w:val="00511FF0"/>
    <w:rsid w:val="005122A4"/>
    <w:rsid w:val="00516BCC"/>
    <w:rsid w:val="00517C3A"/>
    <w:rsid w:val="0052284E"/>
    <w:rsid w:val="005229FC"/>
    <w:rsid w:val="005249C7"/>
    <w:rsid w:val="00534C07"/>
    <w:rsid w:val="00540400"/>
    <w:rsid w:val="00545303"/>
    <w:rsid w:val="00551CF3"/>
    <w:rsid w:val="00553355"/>
    <w:rsid w:val="00554D66"/>
    <w:rsid w:val="00555A95"/>
    <w:rsid w:val="00560697"/>
    <w:rsid w:val="0056080E"/>
    <w:rsid w:val="00562842"/>
    <w:rsid w:val="00565783"/>
    <w:rsid w:val="005716A7"/>
    <w:rsid w:val="005769F4"/>
    <w:rsid w:val="00587AE7"/>
    <w:rsid w:val="00590453"/>
    <w:rsid w:val="005904A7"/>
    <w:rsid w:val="00592B76"/>
    <w:rsid w:val="00593917"/>
    <w:rsid w:val="005A047C"/>
    <w:rsid w:val="005A063C"/>
    <w:rsid w:val="005A6255"/>
    <w:rsid w:val="005B0967"/>
    <w:rsid w:val="005B0FB6"/>
    <w:rsid w:val="005B65BE"/>
    <w:rsid w:val="005C219D"/>
    <w:rsid w:val="005C360C"/>
    <w:rsid w:val="005C78F1"/>
    <w:rsid w:val="005C7EDD"/>
    <w:rsid w:val="005C7F4D"/>
    <w:rsid w:val="005D4703"/>
    <w:rsid w:val="005D5577"/>
    <w:rsid w:val="005D697C"/>
    <w:rsid w:val="005E5049"/>
    <w:rsid w:val="005E541C"/>
    <w:rsid w:val="005E6CAF"/>
    <w:rsid w:val="005E7199"/>
    <w:rsid w:val="005F1B4C"/>
    <w:rsid w:val="005F594E"/>
    <w:rsid w:val="005F66CE"/>
    <w:rsid w:val="005F7A80"/>
    <w:rsid w:val="00602C59"/>
    <w:rsid w:val="00605000"/>
    <w:rsid w:val="00612C10"/>
    <w:rsid w:val="006171C7"/>
    <w:rsid w:val="00626A80"/>
    <w:rsid w:val="00636E65"/>
    <w:rsid w:val="00640B1E"/>
    <w:rsid w:val="00640C77"/>
    <w:rsid w:val="00643AB3"/>
    <w:rsid w:val="006457F7"/>
    <w:rsid w:val="00646C9F"/>
    <w:rsid w:val="00650841"/>
    <w:rsid w:val="00663045"/>
    <w:rsid w:val="00664043"/>
    <w:rsid w:val="00666C20"/>
    <w:rsid w:val="006713FF"/>
    <w:rsid w:val="00671A53"/>
    <w:rsid w:val="0067336D"/>
    <w:rsid w:val="00673982"/>
    <w:rsid w:val="006772E8"/>
    <w:rsid w:val="00677C0F"/>
    <w:rsid w:val="00677CD5"/>
    <w:rsid w:val="00681D55"/>
    <w:rsid w:val="006831AE"/>
    <w:rsid w:val="006905E2"/>
    <w:rsid w:val="0069101E"/>
    <w:rsid w:val="00691EC6"/>
    <w:rsid w:val="0069251F"/>
    <w:rsid w:val="00692B4A"/>
    <w:rsid w:val="006A5FD7"/>
    <w:rsid w:val="006A72F8"/>
    <w:rsid w:val="006B18BF"/>
    <w:rsid w:val="006B5364"/>
    <w:rsid w:val="006C1601"/>
    <w:rsid w:val="006C3C4B"/>
    <w:rsid w:val="006C58A7"/>
    <w:rsid w:val="006C5B97"/>
    <w:rsid w:val="006C5ED4"/>
    <w:rsid w:val="006C6C8B"/>
    <w:rsid w:val="006C7397"/>
    <w:rsid w:val="006D4A16"/>
    <w:rsid w:val="006D4B5A"/>
    <w:rsid w:val="006F07BE"/>
    <w:rsid w:val="006F2EFE"/>
    <w:rsid w:val="006F43A9"/>
    <w:rsid w:val="006F6BAA"/>
    <w:rsid w:val="00701B74"/>
    <w:rsid w:val="0070250E"/>
    <w:rsid w:val="00723606"/>
    <w:rsid w:val="0072568E"/>
    <w:rsid w:val="007258BE"/>
    <w:rsid w:val="00734713"/>
    <w:rsid w:val="00742858"/>
    <w:rsid w:val="0074661E"/>
    <w:rsid w:val="00747656"/>
    <w:rsid w:val="007518FF"/>
    <w:rsid w:val="00753766"/>
    <w:rsid w:val="00754756"/>
    <w:rsid w:val="007565B8"/>
    <w:rsid w:val="0076209F"/>
    <w:rsid w:val="00765B6E"/>
    <w:rsid w:val="00773FEB"/>
    <w:rsid w:val="00780D30"/>
    <w:rsid w:val="00783C6A"/>
    <w:rsid w:val="0078452A"/>
    <w:rsid w:val="00785221"/>
    <w:rsid w:val="007863AE"/>
    <w:rsid w:val="00791C24"/>
    <w:rsid w:val="0079715E"/>
    <w:rsid w:val="007A0D63"/>
    <w:rsid w:val="007A1B14"/>
    <w:rsid w:val="007A2F87"/>
    <w:rsid w:val="007A4316"/>
    <w:rsid w:val="007C4413"/>
    <w:rsid w:val="007C4AF5"/>
    <w:rsid w:val="007C5ECF"/>
    <w:rsid w:val="007D0E0F"/>
    <w:rsid w:val="007D139C"/>
    <w:rsid w:val="007D2100"/>
    <w:rsid w:val="007D3DC4"/>
    <w:rsid w:val="007D449D"/>
    <w:rsid w:val="007D5A1A"/>
    <w:rsid w:val="007D6C13"/>
    <w:rsid w:val="007E17AA"/>
    <w:rsid w:val="007E226A"/>
    <w:rsid w:val="007E25AF"/>
    <w:rsid w:val="007F222F"/>
    <w:rsid w:val="007F2B8A"/>
    <w:rsid w:val="007F2C36"/>
    <w:rsid w:val="008019A6"/>
    <w:rsid w:val="00801F89"/>
    <w:rsid w:val="008024EF"/>
    <w:rsid w:val="00802CCF"/>
    <w:rsid w:val="0081165E"/>
    <w:rsid w:val="0081528A"/>
    <w:rsid w:val="00816A3D"/>
    <w:rsid w:val="0082797E"/>
    <w:rsid w:val="00842DC7"/>
    <w:rsid w:val="00843C11"/>
    <w:rsid w:val="00846144"/>
    <w:rsid w:val="0084626F"/>
    <w:rsid w:val="0084637B"/>
    <w:rsid w:val="00846447"/>
    <w:rsid w:val="00850204"/>
    <w:rsid w:val="00850CA0"/>
    <w:rsid w:val="00864264"/>
    <w:rsid w:val="00880D95"/>
    <w:rsid w:val="0089026B"/>
    <w:rsid w:val="008925B1"/>
    <w:rsid w:val="00895D76"/>
    <w:rsid w:val="00897CE8"/>
    <w:rsid w:val="008A00C3"/>
    <w:rsid w:val="008A4940"/>
    <w:rsid w:val="008A5006"/>
    <w:rsid w:val="008A60DA"/>
    <w:rsid w:val="008A6473"/>
    <w:rsid w:val="008B092B"/>
    <w:rsid w:val="008B2787"/>
    <w:rsid w:val="008B7236"/>
    <w:rsid w:val="008C40FC"/>
    <w:rsid w:val="008C4244"/>
    <w:rsid w:val="008C5DED"/>
    <w:rsid w:val="008C6610"/>
    <w:rsid w:val="008C6746"/>
    <w:rsid w:val="008D0AAE"/>
    <w:rsid w:val="008D285A"/>
    <w:rsid w:val="008D2D10"/>
    <w:rsid w:val="008D51F8"/>
    <w:rsid w:val="008E05D3"/>
    <w:rsid w:val="008E0D74"/>
    <w:rsid w:val="008E618D"/>
    <w:rsid w:val="008E6C4D"/>
    <w:rsid w:val="008E6DD3"/>
    <w:rsid w:val="008F0A2D"/>
    <w:rsid w:val="008F453F"/>
    <w:rsid w:val="008F7B81"/>
    <w:rsid w:val="008F7F31"/>
    <w:rsid w:val="00900954"/>
    <w:rsid w:val="00903C4D"/>
    <w:rsid w:val="00905B85"/>
    <w:rsid w:val="009060F5"/>
    <w:rsid w:val="00913E9A"/>
    <w:rsid w:val="00920771"/>
    <w:rsid w:val="00927685"/>
    <w:rsid w:val="009277BD"/>
    <w:rsid w:val="009373D5"/>
    <w:rsid w:val="00942AC3"/>
    <w:rsid w:val="00943100"/>
    <w:rsid w:val="00945D12"/>
    <w:rsid w:val="00947146"/>
    <w:rsid w:val="0097474B"/>
    <w:rsid w:val="0098396E"/>
    <w:rsid w:val="00985C91"/>
    <w:rsid w:val="00986725"/>
    <w:rsid w:val="00990C0E"/>
    <w:rsid w:val="00991FD9"/>
    <w:rsid w:val="00994226"/>
    <w:rsid w:val="00995A47"/>
    <w:rsid w:val="00996404"/>
    <w:rsid w:val="0099677E"/>
    <w:rsid w:val="009973FD"/>
    <w:rsid w:val="009A4A38"/>
    <w:rsid w:val="009A74C0"/>
    <w:rsid w:val="009B0E02"/>
    <w:rsid w:val="009C60D7"/>
    <w:rsid w:val="009D5F8C"/>
    <w:rsid w:val="009E5BDA"/>
    <w:rsid w:val="009F77A5"/>
    <w:rsid w:val="00A02556"/>
    <w:rsid w:val="00A031A1"/>
    <w:rsid w:val="00A03B91"/>
    <w:rsid w:val="00A072B7"/>
    <w:rsid w:val="00A11257"/>
    <w:rsid w:val="00A12632"/>
    <w:rsid w:val="00A13A84"/>
    <w:rsid w:val="00A13DA5"/>
    <w:rsid w:val="00A157BB"/>
    <w:rsid w:val="00A20FC6"/>
    <w:rsid w:val="00A2203A"/>
    <w:rsid w:val="00A23D73"/>
    <w:rsid w:val="00A25607"/>
    <w:rsid w:val="00A25AD5"/>
    <w:rsid w:val="00A27FFC"/>
    <w:rsid w:val="00A40960"/>
    <w:rsid w:val="00A40AF5"/>
    <w:rsid w:val="00A414D1"/>
    <w:rsid w:val="00A42CB7"/>
    <w:rsid w:val="00A51D37"/>
    <w:rsid w:val="00A54886"/>
    <w:rsid w:val="00A54AE9"/>
    <w:rsid w:val="00A54D15"/>
    <w:rsid w:val="00A57D6B"/>
    <w:rsid w:val="00A605B2"/>
    <w:rsid w:val="00A66FF0"/>
    <w:rsid w:val="00A75B6C"/>
    <w:rsid w:val="00A775A1"/>
    <w:rsid w:val="00A77C99"/>
    <w:rsid w:val="00A81005"/>
    <w:rsid w:val="00A85468"/>
    <w:rsid w:val="00A912CC"/>
    <w:rsid w:val="00A96B16"/>
    <w:rsid w:val="00AA3682"/>
    <w:rsid w:val="00AA41CC"/>
    <w:rsid w:val="00AA7AA3"/>
    <w:rsid w:val="00AB7F60"/>
    <w:rsid w:val="00AC25BE"/>
    <w:rsid w:val="00AC266E"/>
    <w:rsid w:val="00AC4FFA"/>
    <w:rsid w:val="00AC5D6B"/>
    <w:rsid w:val="00AC7920"/>
    <w:rsid w:val="00AC7D61"/>
    <w:rsid w:val="00AC7F55"/>
    <w:rsid w:val="00AD0668"/>
    <w:rsid w:val="00AD0798"/>
    <w:rsid w:val="00AD163F"/>
    <w:rsid w:val="00AD2E85"/>
    <w:rsid w:val="00AD3581"/>
    <w:rsid w:val="00AD46A8"/>
    <w:rsid w:val="00AD7C1E"/>
    <w:rsid w:val="00AE145E"/>
    <w:rsid w:val="00AE4312"/>
    <w:rsid w:val="00AE4E1F"/>
    <w:rsid w:val="00AE5B3C"/>
    <w:rsid w:val="00AE6987"/>
    <w:rsid w:val="00AF2D5C"/>
    <w:rsid w:val="00AF4CFE"/>
    <w:rsid w:val="00AF6217"/>
    <w:rsid w:val="00B00545"/>
    <w:rsid w:val="00B07666"/>
    <w:rsid w:val="00B102D0"/>
    <w:rsid w:val="00B110F6"/>
    <w:rsid w:val="00B116A6"/>
    <w:rsid w:val="00B1228B"/>
    <w:rsid w:val="00B13D1B"/>
    <w:rsid w:val="00B15D9C"/>
    <w:rsid w:val="00B218A8"/>
    <w:rsid w:val="00B22DB3"/>
    <w:rsid w:val="00B31DC5"/>
    <w:rsid w:val="00B434C5"/>
    <w:rsid w:val="00B45D55"/>
    <w:rsid w:val="00B5521A"/>
    <w:rsid w:val="00B57833"/>
    <w:rsid w:val="00B61C02"/>
    <w:rsid w:val="00B65A7D"/>
    <w:rsid w:val="00B65EEF"/>
    <w:rsid w:val="00B6762C"/>
    <w:rsid w:val="00B71E21"/>
    <w:rsid w:val="00B746C3"/>
    <w:rsid w:val="00B76953"/>
    <w:rsid w:val="00B90028"/>
    <w:rsid w:val="00B90DA7"/>
    <w:rsid w:val="00BA008B"/>
    <w:rsid w:val="00BA4B2E"/>
    <w:rsid w:val="00BB0E99"/>
    <w:rsid w:val="00BB19F1"/>
    <w:rsid w:val="00BB6986"/>
    <w:rsid w:val="00BC5841"/>
    <w:rsid w:val="00BC7BBE"/>
    <w:rsid w:val="00BD20F5"/>
    <w:rsid w:val="00BD4733"/>
    <w:rsid w:val="00BD5ECD"/>
    <w:rsid w:val="00BE08D1"/>
    <w:rsid w:val="00BE0E96"/>
    <w:rsid w:val="00BE1413"/>
    <w:rsid w:val="00BE2CC1"/>
    <w:rsid w:val="00BE2F6F"/>
    <w:rsid w:val="00BE7FF6"/>
    <w:rsid w:val="00BF209B"/>
    <w:rsid w:val="00BF2903"/>
    <w:rsid w:val="00BF3106"/>
    <w:rsid w:val="00BF33E4"/>
    <w:rsid w:val="00BF5D5A"/>
    <w:rsid w:val="00C01654"/>
    <w:rsid w:val="00C01E9F"/>
    <w:rsid w:val="00C03330"/>
    <w:rsid w:val="00C03FF0"/>
    <w:rsid w:val="00C06641"/>
    <w:rsid w:val="00C079E2"/>
    <w:rsid w:val="00C1332D"/>
    <w:rsid w:val="00C169FA"/>
    <w:rsid w:val="00C179C2"/>
    <w:rsid w:val="00C24179"/>
    <w:rsid w:val="00C33A4D"/>
    <w:rsid w:val="00C479B7"/>
    <w:rsid w:val="00C50448"/>
    <w:rsid w:val="00C555C6"/>
    <w:rsid w:val="00C607AA"/>
    <w:rsid w:val="00C62DF6"/>
    <w:rsid w:val="00C65960"/>
    <w:rsid w:val="00C664E0"/>
    <w:rsid w:val="00C73A96"/>
    <w:rsid w:val="00C73AA8"/>
    <w:rsid w:val="00C74DE9"/>
    <w:rsid w:val="00C81559"/>
    <w:rsid w:val="00C93A5A"/>
    <w:rsid w:val="00C93FE5"/>
    <w:rsid w:val="00C94D0A"/>
    <w:rsid w:val="00C961C4"/>
    <w:rsid w:val="00CA1835"/>
    <w:rsid w:val="00CA2B9C"/>
    <w:rsid w:val="00CA60B2"/>
    <w:rsid w:val="00CA6AC2"/>
    <w:rsid w:val="00CC4B46"/>
    <w:rsid w:val="00CC5595"/>
    <w:rsid w:val="00CC6259"/>
    <w:rsid w:val="00CD0316"/>
    <w:rsid w:val="00CD70E9"/>
    <w:rsid w:val="00CD7922"/>
    <w:rsid w:val="00CE0144"/>
    <w:rsid w:val="00CE0BC7"/>
    <w:rsid w:val="00CE259C"/>
    <w:rsid w:val="00CF0702"/>
    <w:rsid w:val="00CF4710"/>
    <w:rsid w:val="00CF71A7"/>
    <w:rsid w:val="00D031C6"/>
    <w:rsid w:val="00D05DE7"/>
    <w:rsid w:val="00D10680"/>
    <w:rsid w:val="00D11FD0"/>
    <w:rsid w:val="00D128B8"/>
    <w:rsid w:val="00D14E89"/>
    <w:rsid w:val="00D2461F"/>
    <w:rsid w:val="00D24EAB"/>
    <w:rsid w:val="00D267B9"/>
    <w:rsid w:val="00D35A0D"/>
    <w:rsid w:val="00D40F61"/>
    <w:rsid w:val="00D4331C"/>
    <w:rsid w:val="00D47162"/>
    <w:rsid w:val="00D61CFE"/>
    <w:rsid w:val="00D61D39"/>
    <w:rsid w:val="00D6338C"/>
    <w:rsid w:val="00D65534"/>
    <w:rsid w:val="00D66921"/>
    <w:rsid w:val="00D70EF5"/>
    <w:rsid w:val="00D752E6"/>
    <w:rsid w:val="00D8406C"/>
    <w:rsid w:val="00D85252"/>
    <w:rsid w:val="00D92A17"/>
    <w:rsid w:val="00D934A8"/>
    <w:rsid w:val="00D93602"/>
    <w:rsid w:val="00D93A78"/>
    <w:rsid w:val="00D978BB"/>
    <w:rsid w:val="00DA2547"/>
    <w:rsid w:val="00DA4C68"/>
    <w:rsid w:val="00DA5E6F"/>
    <w:rsid w:val="00DA7205"/>
    <w:rsid w:val="00DB2D06"/>
    <w:rsid w:val="00DB32B0"/>
    <w:rsid w:val="00DB498F"/>
    <w:rsid w:val="00DB5C1D"/>
    <w:rsid w:val="00DC2215"/>
    <w:rsid w:val="00DC7B5A"/>
    <w:rsid w:val="00DD2C84"/>
    <w:rsid w:val="00DD438D"/>
    <w:rsid w:val="00DD77D0"/>
    <w:rsid w:val="00DF223C"/>
    <w:rsid w:val="00DF3647"/>
    <w:rsid w:val="00E0219F"/>
    <w:rsid w:val="00E03013"/>
    <w:rsid w:val="00E06B60"/>
    <w:rsid w:val="00E07DE8"/>
    <w:rsid w:val="00E10351"/>
    <w:rsid w:val="00E11962"/>
    <w:rsid w:val="00E162E7"/>
    <w:rsid w:val="00E21A7C"/>
    <w:rsid w:val="00E248CD"/>
    <w:rsid w:val="00E30BC6"/>
    <w:rsid w:val="00E31007"/>
    <w:rsid w:val="00E31F43"/>
    <w:rsid w:val="00E328AF"/>
    <w:rsid w:val="00E33F85"/>
    <w:rsid w:val="00E3434B"/>
    <w:rsid w:val="00E41ECE"/>
    <w:rsid w:val="00E44F12"/>
    <w:rsid w:val="00E54453"/>
    <w:rsid w:val="00E54601"/>
    <w:rsid w:val="00E556D8"/>
    <w:rsid w:val="00E56F48"/>
    <w:rsid w:val="00E62282"/>
    <w:rsid w:val="00E62F34"/>
    <w:rsid w:val="00E64B53"/>
    <w:rsid w:val="00E65463"/>
    <w:rsid w:val="00E675A8"/>
    <w:rsid w:val="00E67B9E"/>
    <w:rsid w:val="00E7108B"/>
    <w:rsid w:val="00E736F6"/>
    <w:rsid w:val="00E73753"/>
    <w:rsid w:val="00E740B2"/>
    <w:rsid w:val="00E76550"/>
    <w:rsid w:val="00E84122"/>
    <w:rsid w:val="00E846D0"/>
    <w:rsid w:val="00E84AC3"/>
    <w:rsid w:val="00E84DFC"/>
    <w:rsid w:val="00E86889"/>
    <w:rsid w:val="00E9140D"/>
    <w:rsid w:val="00E92233"/>
    <w:rsid w:val="00E96F2D"/>
    <w:rsid w:val="00E97F03"/>
    <w:rsid w:val="00EB3EC5"/>
    <w:rsid w:val="00EC0A60"/>
    <w:rsid w:val="00EC1575"/>
    <w:rsid w:val="00EC454E"/>
    <w:rsid w:val="00ED019E"/>
    <w:rsid w:val="00ED432D"/>
    <w:rsid w:val="00ED7434"/>
    <w:rsid w:val="00EE1DC7"/>
    <w:rsid w:val="00EE577A"/>
    <w:rsid w:val="00EF1244"/>
    <w:rsid w:val="00EF3E88"/>
    <w:rsid w:val="00EF4ED2"/>
    <w:rsid w:val="00EF6A0B"/>
    <w:rsid w:val="00EF7B41"/>
    <w:rsid w:val="00F03203"/>
    <w:rsid w:val="00F06FEF"/>
    <w:rsid w:val="00F07128"/>
    <w:rsid w:val="00F078C8"/>
    <w:rsid w:val="00F106CE"/>
    <w:rsid w:val="00F1596D"/>
    <w:rsid w:val="00F164E4"/>
    <w:rsid w:val="00F177E7"/>
    <w:rsid w:val="00F20C7C"/>
    <w:rsid w:val="00F260F0"/>
    <w:rsid w:val="00F404AD"/>
    <w:rsid w:val="00F41182"/>
    <w:rsid w:val="00F415BA"/>
    <w:rsid w:val="00F41D6C"/>
    <w:rsid w:val="00F432A5"/>
    <w:rsid w:val="00F44124"/>
    <w:rsid w:val="00F44D78"/>
    <w:rsid w:val="00F466BD"/>
    <w:rsid w:val="00F47215"/>
    <w:rsid w:val="00F50399"/>
    <w:rsid w:val="00F57937"/>
    <w:rsid w:val="00F757C6"/>
    <w:rsid w:val="00F808A2"/>
    <w:rsid w:val="00F81907"/>
    <w:rsid w:val="00F83B0D"/>
    <w:rsid w:val="00F85F46"/>
    <w:rsid w:val="00F90A5B"/>
    <w:rsid w:val="00F96633"/>
    <w:rsid w:val="00F96A43"/>
    <w:rsid w:val="00FA336E"/>
    <w:rsid w:val="00FA3B78"/>
    <w:rsid w:val="00FB1DBC"/>
    <w:rsid w:val="00FB2102"/>
    <w:rsid w:val="00FB38AF"/>
    <w:rsid w:val="00FB3FBE"/>
    <w:rsid w:val="00FB71FE"/>
    <w:rsid w:val="00FB7A6B"/>
    <w:rsid w:val="00FC009C"/>
    <w:rsid w:val="00FC5995"/>
    <w:rsid w:val="00FC7092"/>
    <w:rsid w:val="00FD5F9D"/>
    <w:rsid w:val="00FF338B"/>
    <w:rsid w:val="00FF5704"/>
    <w:rsid w:val="00FF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hapeDefaults>
    <o:shapedefaults v:ext="edit" spidmax="266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1D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41D6C"/>
    <w:pPr>
      <w:jc w:val="center"/>
    </w:pPr>
    <w:rPr>
      <w:b/>
      <w:sz w:val="24"/>
    </w:rPr>
  </w:style>
  <w:style w:type="paragraph" w:styleId="Subtitle">
    <w:name w:val="Subtitle"/>
    <w:basedOn w:val="Normal"/>
    <w:qFormat/>
    <w:rsid w:val="00F41D6C"/>
    <w:pPr>
      <w:jc w:val="center"/>
    </w:pPr>
    <w:rPr>
      <w:b/>
      <w:i/>
      <w:sz w:val="24"/>
    </w:rPr>
  </w:style>
  <w:style w:type="paragraph" w:styleId="Header">
    <w:name w:val="header"/>
    <w:basedOn w:val="Normal"/>
    <w:rsid w:val="00F41D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41D6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41D6C"/>
  </w:style>
  <w:style w:type="table" w:styleId="TableGrid">
    <w:name w:val="Table Grid"/>
    <w:basedOn w:val="TableNormal"/>
    <w:rsid w:val="007D4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126C"/>
    <w:rPr>
      <w:color w:val="808080"/>
    </w:rPr>
  </w:style>
  <w:style w:type="paragraph" w:styleId="BalloonText">
    <w:name w:val="Balloon Text"/>
    <w:basedOn w:val="Normal"/>
    <w:link w:val="BalloonTextChar"/>
    <w:rsid w:val="00511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12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JEB%20Temp%20U.A.C.E.2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JJEB Temp U.A.C.E.2001.dot</Template>
  <TotalTime>142</TotalTime>
  <Pages>1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JINJA JOINT EXAMINATIONS BOARD</vt:lpstr>
    </vt:vector>
  </TitlesOfParts>
  <Company>St. James' Secondary School</Company>
  <LinksUpToDate>false</LinksUpToDate>
  <CharactersWithSpaces>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JINJA JOINT EXAMINATIONS BOARD</dc:title>
  <dc:creator>St James' Secondary School</dc:creator>
  <cp:lastModifiedBy>JJEB</cp:lastModifiedBy>
  <cp:revision>22</cp:revision>
  <cp:lastPrinted>2019-07-19T14:16:00Z</cp:lastPrinted>
  <dcterms:created xsi:type="dcterms:W3CDTF">2019-07-02T07:45:00Z</dcterms:created>
  <dcterms:modified xsi:type="dcterms:W3CDTF">2019-07-31T12:17:00Z</dcterms:modified>
</cp:coreProperties>
</file>